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D9EAF" w14:textId="77777777" w:rsidR="00C76A12" w:rsidRPr="00C76A12" w:rsidRDefault="00C76A12" w:rsidP="00C76A1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76A1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SARS-CoV-2/human/USA/IL-CDC-ASC210627039/2021, complete genome</w:t>
      </w:r>
    </w:p>
    <w:p w14:paraId="3FFD94D6" w14:textId="77777777" w:rsidR="00C76A12" w:rsidRPr="00C76A12" w:rsidRDefault="00C76A12" w:rsidP="006F4B9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t>GenBank: OM079447.1</w:t>
      </w:r>
    </w:p>
    <w:p w14:paraId="7E43B9EB" w14:textId="77777777" w:rsidR="00C76A12" w:rsidRPr="00C76A12" w:rsidRDefault="00C76A12" w:rsidP="00C76A1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"https://www.ncbi.nlm.nih.gov/nuccore/OM079447.1?report=fasta" </w:instrText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76A1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"https://www.ncbi.nlm.nih.gov/nuccore/OM079447.1?report=graph" </w:instrText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76A1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79447.1"/>
    <w:bookmarkEnd w:id="1"/>
    <w:p w14:paraId="074066F5" w14:textId="77777777" w:rsidR="00C76A12" w:rsidRPr="00C76A12" w:rsidRDefault="00C76A12" w:rsidP="00C76A1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"https://www.ncbi.nlm.nih.gov/nuccore/OM079447.1" \l "goto2171937995_0" </w:instrText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76A1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76A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CBA7EC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LOCUS       OM079447               29794 bp    RNA     linear   VRL 31-DEC-2021</w:t>
      </w:r>
    </w:p>
    <w:p w14:paraId="299E4D7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390FB34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SARS-CoV-2/human/USA/IL-CDC-ASC210627039/2021, complete genome.</w:t>
      </w:r>
    </w:p>
    <w:p w14:paraId="2A5CFF0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ACCESSION   OM079447</w:t>
      </w:r>
    </w:p>
    <w:p w14:paraId="4CB0D31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VERSION     OM079447.1</w:t>
      </w:r>
    </w:p>
    <w:p w14:paraId="369FC70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AA2C93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"https://www.ncbi.nlm.nih.gov/biosample/SAMN24504706"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SAMN24504706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20EC20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4B36B8C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D5C48A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5CAAC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06115CC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6321241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09738D5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bases 1 to 29794)</w:t>
      </w:r>
    </w:p>
    <w:p w14:paraId="3101C81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C6564B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8D54B7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9BE158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C4C1C4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EE5B9E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6E19417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9F1195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16617E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bases 1 to 29794)</w:t>
      </w:r>
    </w:p>
    <w:p w14:paraId="14B048C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9E4827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E6DBAF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2AB58B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278733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1EA2C4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5FB0708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EDA171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(30-DEC-2021) Respiratory Viruses Branch, Division of</w:t>
      </w:r>
    </w:p>
    <w:p w14:paraId="5FB435E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F84BE6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288527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79447.1"/>
      <w:bookmarkEnd w:id="2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2CFDCF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Dragen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COVID Lineage v3.5.4</w:t>
      </w:r>
    </w:p>
    <w:p w14:paraId="7B5DE69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: Illumina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NovaSeq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6000</w:t>
      </w:r>
    </w:p>
    <w:p w14:paraId="5C644BC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EBB29A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79447.1"/>
      <w:bookmarkEnd w:id="3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D3A56F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29794</w:t>
      </w:r>
    </w:p>
    <w:p w14:paraId="022642E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10E077B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E5DC0B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3DB6E20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/isolate="SARS-CoV-2/human/USA/IL-CDC-ASC210627039/2021"</w:t>
      </w:r>
    </w:p>
    <w:p w14:paraId="2C0B080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="Nasal - Anterior Nares"</w:t>
      </w:r>
    </w:p>
    <w:p w14:paraId="3E40DA2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8FEC91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74470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24D6883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="2021-12-16"</w:t>
      </w:r>
    </w:p>
    <w:p w14:paraId="5533FB7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"https://www.ncbi.nlm.nih.gov/nuccore/OM079447.1?from=241&amp;to=21518"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21518</w:t>
      </w:r>
    </w:p>
    <w:p w14:paraId="4644115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5A77D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"https://www.ncbi.nlm.nih.gov/nuccore/OM079447.1?location=241:13431,13431:21518"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241..13431,13431..21518)</w:t>
      </w:r>
    </w:p>
    <w:p w14:paraId="75B4849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50718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0E1EF5B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4C572D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5D3FB5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"https://www.ncbi.nlm.nih.gov/protein/2171937996"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UHV78241.1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5D68B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87B60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35E500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4310C8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8BBB8F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4B4C97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6A1579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6AAC7C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0BFCBE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8FF35B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1BD6A0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A9A5F1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F3FFF6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535F5C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222816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0CA0E8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29D066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D0C36D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28A105F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46E941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135365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173641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2D41CE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E6498A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440883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AB5BDF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9461B8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19ADF9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D814E2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49FBF8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F84637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4E8544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FF4DF6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02C8A6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7C66C8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23E727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0B985D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850377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86D7A9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B04FE4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99C84B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49C824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33DB16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0CAD82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0D39BC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10AF31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C1C60C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7B92DD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621A8B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452531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54B693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90F0E6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1A89FE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D0BE90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CF8095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28B06E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A93A90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DC8295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2E7BAF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EFD4C7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66B087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330562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0670F3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CBF3EB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FD4EF5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6EF54F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69C738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B0816E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06332C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89F98D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DB751D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CCA7B6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EEC9B9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6190D9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A2C87F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9681A1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9BCDF2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DC8F6D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1B267A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43E56F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69A320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47DB4D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58EAF5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DE84D6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3EF45B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D530FF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69777C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BDBD8D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C1AF3D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10883D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EB6FD7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D268BB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ACA718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372FD0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D62927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99AE38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616D61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520A88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0EDC09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C017B1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FDC7B0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868623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578C5A9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E7CAD9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01B9BE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E38829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8F607D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1976CB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93194D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E290F4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83C99B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7E304A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B35A95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4AF784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AA622D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292A2C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E7AEFD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D4F5B7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87436E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D6AF38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B0CE03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803D42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5EF0BB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EA1A87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"https://www.ncbi.nlm.nih.gov/protein/UHV78241.1?from=1&amp;to=180"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780</w:t>
      </w:r>
    </w:p>
    <w:p w14:paraId="4AC8218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BA816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003D61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"https://www.ncbi.nlm.nih.gov/protein/UHV78241.1?from=181&amp;to=818"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781..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2694</w:t>
      </w:r>
    </w:p>
    <w:p w14:paraId="0E39F44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5CDDD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5B6AA9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"https://www.ncbi.nlm.nih.gov/protein/UHV78241.1?from=819&amp;to=2762"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2695..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8526</w:t>
      </w:r>
    </w:p>
    <w:p w14:paraId="2BBA380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03EC4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B8B950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"https://www.ncbi.nlm.nih.gov/protein/UHV78241.1?from=2763&amp;to=3262"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8527..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10026</w:t>
      </w:r>
    </w:p>
    <w:p w14:paraId="04E089A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0DA54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78A9E4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"https://www.ncbi.nlm.nih.gov/protein/UHV78241.1?from=3263&amp;to=3568"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10027..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10944</w:t>
      </w:r>
    </w:p>
    <w:p w14:paraId="4BE73C4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00168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B6D35B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"https://www.ncbi.nlm.nih.gov/protein/UHV78241.1?from=3569&amp;to=3855"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10945..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11805</w:t>
      </w:r>
    </w:p>
    <w:p w14:paraId="27B2DDA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ED9D1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DB0644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"https://www.ncbi.nlm.nih.gov/protein/UHV78241.1?from=3856&amp;to=3938"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11806..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12054</w:t>
      </w:r>
    </w:p>
    <w:p w14:paraId="1302F6D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C47F2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44EEE5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"https://www.ncbi.nlm.nih.gov/protein/UHV78241.1?from=3939&amp;to=4136"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12055..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12648</w:t>
      </w:r>
    </w:p>
    <w:p w14:paraId="731A13C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74F45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3CF431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"https://www.ncbi.nlm.nih.gov/protein/UHV78241.1?from=4137&amp;to=4249"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12649..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12987</w:t>
      </w:r>
    </w:p>
    <w:p w14:paraId="414CAE4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C5CD9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06D6C8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"https://www.ncbi.nlm.nih.gov/protein/UHV78241.1?from=4250&amp;to=4388"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12988..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13404</w:t>
      </w:r>
    </w:p>
    <w:p w14:paraId="00EA54B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C17F4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3C70A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"https://www.ncbi.nlm.nih.gov/protein/UHV78241.1?from=4389&amp;to=5320"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13405..13431,13431..16199)</w:t>
      </w:r>
    </w:p>
    <w:p w14:paraId="13BA046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474ED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4A75D4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"https://www.ncbi.nlm.nih.gov/protein/UHV78241.1?from=5321&amp;to=5921"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16200..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18002</w:t>
      </w:r>
    </w:p>
    <w:p w14:paraId="03B22CD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6FB30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93351A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"https://www.ncbi.nlm.nih.gov/protein/UHV78241.1?from=5922&amp;to=6448"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18003..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19583</w:t>
      </w:r>
    </w:p>
    <w:p w14:paraId="10D1670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69C00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FF8692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"https://www.ncbi.nlm.nih.gov/protein/UHV78241.1?from=6449&amp;to=6794"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19584..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20621</w:t>
      </w:r>
    </w:p>
    <w:p w14:paraId="47E758E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4B992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3F15D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"https://www.ncbi.nlm.nih.gov/protein/UHV78241.1?from=6795&amp;to=7092"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20622..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21515</w:t>
      </w:r>
    </w:p>
    <w:p w14:paraId="3B363E3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FE6F2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DFBA99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"https://www.ncbi.nlm.nih.gov/nuccore/OM079447.1?from=241&amp;to=13446"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13446</w:t>
      </w:r>
    </w:p>
    <w:p w14:paraId="3AA7334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66B74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E9311F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B25EAE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"https://www.ncbi.nlm.nih.gov/protein/2171937997"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UHV78242.1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B1919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F2AF00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D46E96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475CCF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6442B4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03DABB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8F28D8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C2BAD3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2A1BE0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204B7B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A099E4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E0A1B1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4BDAFD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6C0EF82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55313D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F2BE10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16410B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6E3555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A4EB2C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82DDFB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2EBBA9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861B6D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7AFAE8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9C7E7E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51982B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EB82D2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AA8EB0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D4CB49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2BA0C2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6703C1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ABCDEC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ABB04C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3B4397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40E446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263150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E29D5A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5F63F0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2DD0E5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57B0F4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D06903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FD7F51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AE1212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9C2CEA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17EE0E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B8761C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3BED0E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A6218C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05E17E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4C727C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74D954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664651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486E1D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593080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4A8490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706E39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7E5510D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073AF7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11E69D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6CEB37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2C6F68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5ED6CC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0728A7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53713A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CFADE3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F2CB6E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170C51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E458D5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D4B62B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01633B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EC9A56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8DC332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2A3DA0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2F01D7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0A7B07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C2A2C6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8F5934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020D9C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750457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"https://www.ncbi.nlm.nih.gov/protein/UHV78242.1?from=1&amp;to=180"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780</w:t>
      </w:r>
    </w:p>
    <w:p w14:paraId="2D84F43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98D27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1CFAFB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"https://www.ncbi.nlm.nih.gov/protein/UHV78242.1?from=181&amp;to=818"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781..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2694</w:t>
      </w:r>
    </w:p>
    <w:p w14:paraId="77948E0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19127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1E5043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"https://www.ncbi.nlm.nih.gov/protein/UHV78242.1?from=819&amp;to=2762"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2695..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8526</w:t>
      </w:r>
    </w:p>
    <w:p w14:paraId="79DF8E4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62A4B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355053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"https://www.ncbi.nlm.nih.gov/protein/UHV78242.1?from=2763&amp;to=3262"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8527..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10026</w:t>
      </w:r>
    </w:p>
    <w:p w14:paraId="5FB63D4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59203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F358E8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"https://www.ncbi.nlm.nih.gov/protein/UHV78242.1?from=3263&amp;to=3568"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10027..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10944</w:t>
      </w:r>
    </w:p>
    <w:p w14:paraId="14A9EC3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D8010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AAB42F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"https://www.ncbi.nlm.nih.gov/protein/UHV78242.1?from=3569&amp;to=3855"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10945..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11805</w:t>
      </w:r>
    </w:p>
    <w:p w14:paraId="773552D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B758F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BDD06B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"https://www.ncbi.nlm.nih.gov/protein/UHV78242.1?from=3856&amp;to=3938"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11806..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12054</w:t>
      </w:r>
    </w:p>
    <w:p w14:paraId="2957BEE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6425EC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B3AFC7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"https://www.ncbi.nlm.nih.gov/protein/UHV78242.1?from=3939&amp;to=4136"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12055..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12648</w:t>
      </w:r>
    </w:p>
    <w:p w14:paraId="00F44AF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EC57C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3F0E8D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"https://www.ncbi.nlm.nih.gov/protein/UHV78242.1?from=4137&amp;to=4249"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12649..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12987</w:t>
      </w:r>
    </w:p>
    <w:p w14:paraId="6C20E96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A6ECD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D88E1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"https://www.ncbi.nlm.nih.gov/protein/UHV78242.1?from=4250&amp;to=4388"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12988..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13404</w:t>
      </w:r>
    </w:p>
    <w:p w14:paraId="21D07CC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4F7F0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2C9649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"https://www.ncbi.nlm.nih.gov/protein/UHV78242.1?from=4389&amp;to=4401"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13405..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13443</w:t>
      </w:r>
    </w:p>
    <w:p w14:paraId="432408E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75A9C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4FE414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"https://www.ncbi.nlm.nih.gov/nuccore/OM079447.1?from=13439&amp;to=13466"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13439..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13466</w:t>
      </w:r>
    </w:p>
    <w:p w14:paraId="191B3DC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1DADD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EA40EC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6D83FD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"https://www.ncbi.nlm.nih.gov/nuccore/OM079447.1?from=13451&amp;to=13505"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13451..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13505</w:t>
      </w:r>
    </w:p>
    <w:p w14:paraId="0116CB0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77281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04A4A8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D19331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"https://www.ncbi.nlm.nih.gov/nuccore/OM079447.1?from=21526&amp;to=25338"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21526..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25338</w:t>
      </w:r>
    </w:p>
    <w:p w14:paraId="1AC9FFB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2636A0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"https://www.ncbi.nlm.nih.gov/nuccore/OM079447.1?from=21526&amp;to=25338"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21526..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25338</w:t>
      </w:r>
    </w:p>
    <w:p w14:paraId="4AE6FC2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A65840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38691B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C9070B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"https://www.ncbi.nlm.nih.gov/protein/2171937998"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UHV78243.1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4123E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A0A2AD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319FAE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6BC563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244B9C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197BE7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571C2E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84EE73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6082ED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2FA11D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E8AA11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7520C1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1A61B5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C734AF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GDSTECSNLLLQYGSFCTQLNRALTGIAVEQDKNTQEVFAQVKQIYKTPPIKYFGGFN</w:t>
      </w:r>
    </w:p>
    <w:p w14:paraId="5E0FE3A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29E976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9221FC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D2B0B2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758F2C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A65802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2F207D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A22F13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98C6A0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ACB637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"https://www.ncbi.nlm.nih.gov/nuccore/OM079447.1?from=25347&amp;to=26174"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25347..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26174</w:t>
      </w:r>
    </w:p>
    <w:p w14:paraId="17B44B9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AC4948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"https://www.ncbi.nlm.nih.gov/nuccore/OM079447.1?from=25347&amp;to=26174"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25347..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26174</w:t>
      </w:r>
    </w:p>
    <w:p w14:paraId="6282F37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4C39A0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EF8473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5D213C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"https://www.ncbi.nlm.nih.gov/protein/2171937999"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UHV78244.1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4D95A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6740CA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D153CD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2CC522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378B60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8EB064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"https://www.ncbi.nlm.nih.gov/nuccore/OM079447.1?from=26199&amp;to=26426"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26199..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26426</w:t>
      </w:r>
    </w:p>
    <w:p w14:paraId="6B5DA2E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23F0CD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"https://www.ncbi.nlm.nih.gov/nuccore/OM079447.1?from=26199&amp;to=26426"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26199..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26426</w:t>
      </w:r>
    </w:p>
    <w:p w14:paraId="47DBC83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59C4CA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835AAB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DE3E91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"https://www.ncbi.nlm.nih.gov/protein/2171938000"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UHV78245.1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727F7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291876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404153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"https://www.ncbi.nlm.nih.gov/nuccore/OM079447.1?from=26477&amp;to=27145"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26477..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27145</w:t>
      </w:r>
    </w:p>
    <w:p w14:paraId="1BAFC66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15B90A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"https://www.ncbi.nlm.nih.gov/nuccore/OM079447.1?from=26477&amp;to=27145"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26477..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27145</w:t>
      </w:r>
    </w:p>
    <w:p w14:paraId="70C8F65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8A0214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228A1F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BD9608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"https://www.ncbi.nlm.nih.gov/protein/2171938001"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UHV78246.1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59344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237265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8C79BD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CB19F8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542E36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219BD1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"https://www.ncbi.nlm.nih.gov/nuccore/OM079447.1?from=27156&amp;to=27341"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27156..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27341</w:t>
      </w:r>
    </w:p>
    <w:p w14:paraId="307794F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69B76E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"https://www.ncbi.nlm.nih.gov/nuccore/OM079447.1?from=27156&amp;to=27341"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27156..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27341</w:t>
      </w:r>
    </w:p>
    <w:p w14:paraId="452CF68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8FA498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4E3612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21346A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"https://www.ncbi.nlm.nih.gov/protein/2171938002"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UHV78247.1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8B1A1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B74A38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4B21AE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"https://www.ncbi.nlm.nih.gov/nuccore/OM079447.1?from=27348&amp;to=27713"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27348..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27713</w:t>
      </w:r>
    </w:p>
    <w:p w14:paraId="4FBE035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79376D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"https://www.ncbi.nlm.nih.gov/nuccore/OM079447.1?from=27348&amp;to=27713"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27348..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27713</w:t>
      </w:r>
    </w:p>
    <w:p w14:paraId="7F42626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0C5FCE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683407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4E0C2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"https://www.ncbi.nlm.nih.gov/protein/2171938003"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UHV78248.1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35CB2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7BE6DF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F8E0A7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734D16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"https://www.ncbi.nlm.nih.gov/nuccore/OM079447.1?from=27710&amp;to=27841"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27710..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27841</w:t>
      </w:r>
    </w:p>
    <w:p w14:paraId="6052F3A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95B0CB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"https://www.ncbi.nlm.nih.gov/nuccore/OM079447.1?from=27710&amp;to=27841"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27710..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27841</w:t>
      </w:r>
    </w:p>
    <w:p w14:paraId="65038C4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429DB7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4D5ED6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E015B9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"https://www.ncbi.nlm.nih.gov/protein/2171938004"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UHV78249.1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237B2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D389C8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"https://www.ncbi.nlm.nih.gov/nuccore/OM079447.1?from=27848&amp;to=28213"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27848..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28213</w:t>
      </w:r>
    </w:p>
    <w:p w14:paraId="4FD8B4B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7999EA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"https://www.ncbi.nlm.nih.gov/nuccore/OM079447.1?from=27848&amp;to=28213"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27848..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28213</w:t>
      </w:r>
    </w:p>
    <w:p w14:paraId="6B6771A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A7F4A4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052BFA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18EFC0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"https://www.ncbi.nlm.nih.gov/protein/2171938005"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UHV78250.1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675F4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9BEFAA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EA1A46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A2C691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"https://www.ncbi.nlm.nih.gov/nuccore/OM079447.1?from=28228&amp;to=29478"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28228..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29478</w:t>
      </w:r>
    </w:p>
    <w:p w14:paraId="74C9871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250DD2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"https://www.ncbi.nlm.nih.gov/nuccore/OM079447.1?from=28228&amp;to=29478"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28228..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29478</w:t>
      </w:r>
    </w:p>
    <w:p w14:paraId="234183A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365619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35D73E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3338E6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"https://www.ncbi.nlm.nih.gov/protein/2171938006"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UHV78251.1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E9DA9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5735A9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2566881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97F367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0594CD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CE5DD9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9731C5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012DC5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E9BF24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"https://www.ncbi.nlm.nih.gov/nuccore/OM079447.1?from=29503&amp;to=29619"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29503..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29619</w:t>
      </w:r>
    </w:p>
    <w:p w14:paraId="6FAABDF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45FC4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"https://www.ncbi.nlm.nih.gov/nuccore/OM079447.1?from=29503&amp;to=29619"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29503..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29619</w:t>
      </w:r>
    </w:p>
    <w:p w14:paraId="0BEB0F8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BF4D3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D02000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0C836E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"https://www.ncbi.nlm.nih.gov/protein/2171938007"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UHV78252.1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F0246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6B1320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"https://www.ncbi.nlm.nih.gov/nuccore/OM079447.1?from=29554&amp;to=29589"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29554..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29589</w:t>
      </w:r>
    </w:p>
    <w:p w14:paraId="36D8F4C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3310F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E1EC70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"https://www.ncbi.nlm.nih.gov/nuccore/OM079447.1?from=29574&amp;to=29602"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29574..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29602</w:t>
      </w:r>
    </w:p>
    <w:p w14:paraId="4DC6DFB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82415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D11346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"https://www.ncbi.nlm.nih.gov/nuccore/OM079447.1?from=29673&amp;to=29713" </w:instrTex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76A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29673..</w:t>
      </w:r>
      <w:proofErr w:type="gram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29713</w:t>
      </w:r>
    </w:p>
    <w:p w14:paraId="7813CA5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A46B95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641D02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79447.1"/>
      <w:bookmarkEnd w:id="4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aacaaaccaa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ccaactttcg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atctcttgta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gatctgttct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ctaaacgaac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tttaaaatct</w:t>
      </w:r>
      <w:proofErr w:type="spellEnd"/>
    </w:p>
    <w:p w14:paraId="55DBE1F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gtgtggctgt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cactcggctg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catgcttagt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gcactcacgc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agtataatta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ataactaatt</w:t>
      </w:r>
      <w:proofErr w:type="spellEnd"/>
    </w:p>
    <w:p w14:paraId="6F79246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actgtcgttg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acaggacacg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agtaactcgt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ctatcttctg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caggctgctt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acggtttcgt</w:t>
      </w:r>
      <w:proofErr w:type="spellEnd"/>
    </w:p>
    <w:p w14:paraId="1577B6C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ccgtgttgca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gccgatcatc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agcacatcta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ggttttgtcc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gggtgtgacc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gaaaggtaag</w:t>
      </w:r>
      <w:proofErr w:type="spellEnd"/>
    </w:p>
    <w:p w14:paraId="2CAACA7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atggagagcc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ttgtccctgg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tttcaacgag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aaaacacacg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tccaactcag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tttgcctgtt</w:t>
      </w:r>
      <w:proofErr w:type="spellEnd"/>
    </w:p>
    <w:p w14:paraId="2F26854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ttacaggttc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gcgacgtgct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cgtacgtggc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tttggagact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ccgtggagga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ggtcttatca</w:t>
      </w:r>
      <w:proofErr w:type="spellEnd"/>
    </w:p>
    <w:p w14:paraId="73D408A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gaggcacgtc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aacatcttaa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agatggcact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tgtggcttag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tagaagttga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aaaaggcgtt</w:t>
      </w:r>
      <w:proofErr w:type="spellEnd"/>
    </w:p>
    <w:p w14:paraId="285BCA6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ttgcctcaac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ttgaacagcc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ctatgtgttc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atcaaacgtt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cggatgctcg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aactgcacct</w:t>
      </w:r>
      <w:proofErr w:type="spellEnd"/>
    </w:p>
    <w:p w14:paraId="64718B7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catggtcatg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ttatggttga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gctggtagca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gaactcgaag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gcattcagta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cggtcgtagt</w:t>
      </w:r>
      <w:proofErr w:type="spellEnd"/>
    </w:p>
    <w:p w14:paraId="72FF51B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ggtgagacac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ttggtgtcct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tgtccctcat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gtgggcgaaa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taccagtggc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ttaccgcaag</w:t>
      </w:r>
      <w:proofErr w:type="spellEnd"/>
    </w:p>
    <w:p w14:paraId="47EE568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gttcttcttc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gtaagaacgg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taataaagga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gctggtggcc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atagttacgg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cgccgatcta</w:t>
      </w:r>
      <w:proofErr w:type="spellEnd"/>
    </w:p>
    <w:p w14:paraId="1D7B82A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aagtcatttg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acttaggcga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cgagcttggc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actgatcctt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atgaagattt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tcaagaaaac</w:t>
      </w:r>
      <w:proofErr w:type="spellEnd"/>
    </w:p>
    <w:p w14:paraId="264FAD7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tggaacacta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aacatagcag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tggtgttacc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cgtgaactca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tgcgtgagct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taacggaggg</w:t>
      </w:r>
      <w:proofErr w:type="spellEnd"/>
    </w:p>
    <w:p w14:paraId="59BF5B1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gcatacactc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gctatgtcga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taacaacttc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tgtggccctg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atggctaccc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tcttgagtgc</w:t>
      </w:r>
      <w:proofErr w:type="spellEnd"/>
    </w:p>
    <w:p w14:paraId="1D15800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attaaagacc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ttctagcacg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tgctggtaaa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gcttcatgca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ctttgtccga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acaactggac</w:t>
      </w:r>
      <w:proofErr w:type="spellEnd"/>
    </w:p>
    <w:p w14:paraId="5CDD791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tttattgaca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ctaagagggg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tgtatactgc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tgccgtgaac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atgagcatga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aattgcttgg</w:t>
      </w:r>
      <w:proofErr w:type="spellEnd"/>
    </w:p>
    <w:p w14:paraId="377C2EF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tacacggaac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gttctgaaaa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gagctatgaa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ttgcagacac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cttttgaaat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taaattggca</w:t>
      </w:r>
      <w:proofErr w:type="spellEnd"/>
    </w:p>
    <w:p w14:paraId="3221B27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aagaaatttg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acaccttcaa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tggggaatgt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ccaaattttg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tatttccctt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aaattccata</w:t>
      </w:r>
      <w:proofErr w:type="spellEnd"/>
    </w:p>
    <w:p w14:paraId="51C91E3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atcaagacta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ttcaaccaag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ggttgaaaag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aaaaagcttg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atggctttat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gggtagaatt</w:t>
      </w:r>
      <w:proofErr w:type="spellEnd"/>
    </w:p>
    <w:p w14:paraId="2B98A4F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cgatctgtct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atccagttgc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gtcaccaaat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gaatgcaacc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aaatgtgcct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ttcaactctc</w:t>
      </w:r>
      <w:proofErr w:type="spellEnd"/>
    </w:p>
    <w:p w14:paraId="19FD0C5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atgaagtgtg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atcattgtgg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tgaaacttca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tggcagacgg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gcgattttgt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taaagccact</w:t>
      </w:r>
      <w:proofErr w:type="spellEnd"/>
    </w:p>
    <w:p w14:paraId="1BCF4E6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tgcgaatttt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gtggcactga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gaatttgact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aaagaaggtg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ccactacttg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tggttactta</w:t>
      </w:r>
      <w:proofErr w:type="spellEnd"/>
    </w:p>
    <w:p w14:paraId="7B00B03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ccccaaaatg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ctgttgttaa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aatttattgt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ccagcatgtc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acaattcaga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agtaggacct</w:t>
      </w:r>
      <w:proofErr w:type="spellEnd"/>
    </w:p>
    <w:p w14:paraId="6475418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gagcatagtc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ttgccgaata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ccataatgaa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tctggcttga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aaaccattct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tcgtaagggt</w:t>
      </w:r>
      <w:proofErr w:type="spellEnd"/>
    </w:p>
    <w:p w14:paraId="015F317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ggtcgcacta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ttgcctttgg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aggctgtgtg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ttctcttatg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ttggttgcca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taacaagtgt</w:t>
      </w:r>
      <w:proofErr w:type="spellEnd"/>
    </w:p>
    <w:p w14:paraId="3BF91A7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gcctattggg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ttccacgtgc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tagcgctaac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ataggttgta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accatacagg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tgttgttgga</w:t>
      </w:r>
      <w:proofErr w:type="spellEnd"/>
    </w:p>
    <w:p w14:paraId="5E7818B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gaaggttccg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aaggtcttaa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tgacaacctt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cttgaaatac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tccaaaaaga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gaaagtcaac</w:t>
      </w:r>
      <w:proofErr w:type="spellEnd"/>
    </w:p>
    <w:p w14:paraId="405954F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atcaatattg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ttggtgactt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taaacttaat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gaagagatcg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ccattatttt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ggcatctttt</w:t>
      </w:r>
      <w:proofErr w:type="spellEnd"/>
    </w:p>
    <w:p w14:paraId="3E1C4BF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tctgcttcca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caagtgcttt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tgtggaaact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gtgaaaggtt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tggattataa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agcattcaaa</w:t>
      </w:r>
      <w:proofErr w:type="spellEnd"/>
    </w:p>
    <w:p w14:paraId="5E9AEED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caaattgttg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aatcctgtgg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taattttaaa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gttacaaaag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gaaaagctaa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aaaaggtgcc</w:t>
      </w:r>
      <w:proofErr w:type="spellEnd"/>
    </w:p>
    <w:p w14:paraId="78CA6D9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tggaatattg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gtgaacagaa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atcaatactg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agtcctcttt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atgcatttgc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atcagaggct</w:t>
      </w:r>
      <w:proofErr w:type="spellEnd"/>
    </w:p>
    <w:p w14:paraId="08DB743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gctcgtgttg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tacgatcaat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tttctcccgc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actcttgaaa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ctgctcaaaa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ttctgtgcgt</w:t>
      </w:r>
      <w:proofErr w:type="spellEnd"/>
    </w:p>
    <w:p w14:paraId="6605BED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gttttacaga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aggccgctat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aacaatacta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gatggaattt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cacagtattc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actgagactc</w:t>
      </w:r>
      <w:proofErr w:type="spellEnd"/>
    </w:p>
    <w:p w14:paraId="057710A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attgatgcta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tgatgttcac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atctgatttg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gctactaaca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atctagttgt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aatggcctac</w:t>
      </w:r>
      <w:proofErr w:type="spellEnd"/>
    </w:p>
    <w:p w14:paraId="43C79D2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attacaggtg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gtgttgttca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gttgacttcg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cagtggctaa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ctaacatctt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tggcactgtt</w:t>
      </w:r>
      <w:proofErr w:type="spellEnd"/>
    </w:p>
    <w:p w14:paraId="5BE3E47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tatgaaaaac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tcaaacccgt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ccttgattgg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cttgaagaga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agtttaagga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aggtgtagag</w:t>
      </w:r>
      <w:proofErr w:type="spellEnd"/>
    </w:p>
    <w:p w14:paraId="50C15FA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tttcttagag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acggttggga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aattgttaaa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tttatctcaa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cctgtgcttg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tgaaattgtc</w:t>
      </w:r>
      <w:proofErr w:type="spellEnd"/>
    </w:p>
    <w:p w14:paraId="257F9E7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ggtggacaaa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ttgtcacctg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tgcaaaggaa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attaaggaga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gtgttcagac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attctttaag</w:t>
      </w:r>
      <w:proofErr w:type="spellEnd"/>
    </w:p>
    <w:p w14:paraId="2BEF7E1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cttgtaaata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aatttttggc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tttgtgtgct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gactctatca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ttattggtgg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agctaaactt</w:t>
      </w:r>
      <w:proofErr w:type="spellEnd"/>
    </w:p>
    <w:p w14:paraId="1DC62FE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aaagccttga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atttaggtga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aacatttgtc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acgcactcaa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agggattgta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cagaaagtgt</w:t>
      </w:r>
      <w:proofErr w:type="spellEnd"/>
    </w:p>
    <w:p w14:paraId="57284CB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gttaaatcca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gagaagaaac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tggcctactc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atgcctctaa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aagccccaaa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agaaattatc</w:t>
      </w:r>
      <w:proofErr w:type="spellEnd"/>
    </w:p>
    <w:p w14:paraId="4013F13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ttcttagagg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gagaaacact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tcccacagaa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gtgttaacag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aggaagttgt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cttgaaaact</w:t>
      </w:r>
      <w:proofErr w:type="spellEnd"/>
    </w:p>
    <w:p w14:paraId="581A3BB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ggtgatttac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aaccattaga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acaacctact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agtgaagctg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ttgaagctcc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attggttggt</w:t>
      </w:r>
      <w:proofErr w:type="spellEnd"/>
    </w:p>
    <w:p w14:paraId="0172198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acaccagttt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gtattaacgg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gcttatgttg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ctcgaaatca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aagacacaga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aaagtactgt</w:t>
      </w:r>
      <w:proofErr w:type="spellEnd"/>
    </w:p>
    <w:p w14:paraId="11490F8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gcccttgcac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ctaatatgat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ggtaacaaac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aataccttca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cactcaaagg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cggtgcacca</w:t>
      </w:r>
      <w:proofErr w:type="spellEnd"/>
    </w:p>
    <w:p w14:paraId="3AE67C1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acaaaggtta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cttttggtga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tgacactgtg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atagaagtgc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aaggttacaa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gagtgtgaat</w:t>
      </w:r>
      <w:proofErr w:type="spellEnd"/>
    </w:p>
    <w:p w14:paraId="3732C0C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atcacttttg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aacttgatga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aaggattgat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aaagtactta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atgagaggtg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ctctgcctat</w:t>
      </w:r>
      <w:proofErr w:type="spellEnd"/>
    </w:p>
    <w:p w14:paraId="311B5D2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acagttgaac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tcggtacaga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agtaaatgag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ttcgcctgtg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ttgtggcaga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tgctgtcata</w:t>
      </w:r>
      <w:proofErr w:type="spellEnd"/>
    </w:p>
    <w:p w14:paraId="01D265F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aaaactttgc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aaccagtatc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tgaattactt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acaccactgg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gcattgattt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agatgagtgg</w:t>
      </w:r>
      <w:proofErr w:type="spellEnd"/>
    </w:p>
    <w:p w14:paraId="7F9F37D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agtatggcta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catactactt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atttgatgag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tctggtgagt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ttcacatatg</w:t>
      </w:r>
      <w:proofErr w:type="spellEnd"/>
    </w:p>
    <w:p w14:paraId="1A2DC49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tattgttctt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tttaccctcc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agatgaggat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gaagaagaag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gtgattgtga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agaagaagag</w:t>
      </w:r>
      <w:proofErr w:type="spellEnd"/>
    </w:p>
    <w:p w14:paraId="68DAC58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tttgagccat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caactcaata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tgagtatggt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actgaagatg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attaccaagg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taaacctttg</w:t>
      </w:r>
      <w:proofErr w:type="spellEnd"/>
    </w:p>
    <w:p w14:paraId="2BD846C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gaatttggtg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ccacttctgc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tgctcttcaa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cctgaagaag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agcaagaaga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agattggtta</w:t>
      </w:r>
      <w:proofErr w:type="spellEnd"/>
    </w:p>
    <w:p w14:paraId="2320E4E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gatgatgata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gtcaacaaac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tgttggtcaa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caagacggca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gtgaggacaa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tcagacaact</w:t>
      </w:r>
      <w:proofErr w:type="spellEnd"/>
    </w:p>
    <w:p w14:paraId="3FF9BE1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actattcaaa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caattgttga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ggttcaacct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caattagaga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tggaacttac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accagttgtt</w:t>
      </w:r>
      <w:proofErr w:type="spellEnd"/>
    </w:p>
    <w:p w14:paraId="6AFD77B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cagactattg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aagtgaatag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ttttagtggt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tatttaaaac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ttactgacaa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tgtatacatt</w:t>
      </w:r>
      <w:proofErr w:type="spellEnd"/>
    </w:p>
    <w:p w14:paraId="18E612F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aaaaatgcag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acattgtgga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agaagctaaa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caacagtggt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tgttaatgca</w:t>
      </w:r>
      <w:proofErr w:type="spellEnd"/>
    </w:p>
    <w:p w14:paraId="4D71D71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gccaatgttt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accttaaaca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tggaggaggt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gttgcaggag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ccttaaataa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</w:p>
    <w:p w14:paraId="2356170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aatgccatgc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aagttgaatc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tgatgattac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atagctacta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atggaccact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taaagtgggt</w:t>
      </w:r>
      <w:proofErr w:type="spellEnd"/>
    </w:p>
    <w:p w14:paraId="38BF2B4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ggtagttgtg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ttttaagcgg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acacaatctt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gctaaacact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gtcttcatgt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tgtcggccca</w:t>
      </w:r>
      <w:proofErr w:type="spellEnd"/>
    </w:p>
    <w:p w14:paraId="18ED4A8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aatgttaaca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aaggtgaaga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cattcaactt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cttaagagtg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ttttaatcag</w:t>
      </w:r>
      <w:proofErr w:type="spellEnd"/>
    </w:p>
    <w:p w14:paraId="62509B7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cacgaagttc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tacttgcacc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attattatca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gctggtattt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ttggtgctga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ccctatacat</w:t>
      </w:r>
      <w:proofErr w:type="spellEnd"/>
    </w:p>
    <w:p w14:paraId="49692B8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tctttaagag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tttgtgtaga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tactgttcgc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acaaatgtct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acttagctgt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ctttgataaa</w:t>
      </w:r>
      <w:proofErr w:type="spellEnd"/>
    </w:p>
    <w:p w14:paraId="62B89BB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aatctctatg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acaaacttgt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ttcaagcttt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ttggaaatga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agagtgaaaa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gcaagttgaa</w:t>
      </w:r>
      <w:proofErr w:type="spellEnd"/>
    </w:p>
    <w:p w14:paraId="5F3A66A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caaaagatcg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ctgagattcc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taaagaggaa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gttaagccat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ttataactga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aagtaaacct</w:t>
      </w:r>
      <w:proofErr w:type="spellEnd"/>
    </w:p>
    <w:p w14:paraId="5E806D0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tcagttgaac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agagaaaaca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agatgataag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aaaatcaaag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cttgtgttga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agaagttaca</w:t>
      </w:r>
      <w:proofErr w:type="spellEnd"/>
    </w:p>
    <w:p w14:paraId="7FE3A25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acaactctgg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aagaaactaa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gttcctcaca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gaaaacttgt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tactttatat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tgacattaat</w:t>
      </w:r>
      <w:proofErr w:type="spellEnd"/>
    </w:p>
    <w:p w14:paraId="5AD907E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ggcaatcttc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atccagattc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tgccactctt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gttagtgaca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ttgacatcac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tttcttaaag</w:t>
      </w:r>
      <w:proofErr w:type="spellEnd"/>
    </w:p>
    <w:p w14:paraId="531015D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aaagatgctc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catatatagt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gggtgatgtt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gttcaagagg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gtgttttaac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tgctgtggtt</w:t>
      </w:r>
      <w:proofErr w:type="spellEnd"/>
    </w:p>
    <w:p w14:paraId="2B22771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atacctacta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aaaaggctgg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tggcactact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gaaatgctag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cgaaagcttt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gagaaaagtg</w:t>
      </w:r>
      <w:proofErr w:type="spellEnd"/>
    </w:p>
    <w:p w14:paraId="643F06E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ccaacagaca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attatataac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cacttacccg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ggtcagggtt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taaatggtta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cactgtagag</w:t>
      </w:r>
      <w:proofErr w:type="spellEnd"/>
    </w:p>
    <w:p w14:paraId="60F9383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gaggcaaaga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cagtgcttaa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aaagtgtaaa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agtgcctttt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acattctacc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atctattatc</w:t>
      </w:r>
      <w:proofErr w:type="spellEnd"/>
    </w:p>
    <w:p w14:paraId="53EF785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tctaatgaga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agcaagaaat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tcttggaact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gtttcttgga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atttgcgaga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aatgcttgca</w:t>
      </w:r>
      <w:proofErr w:type="spellEnd"/>
    </w:p>
    <w:p w14:paraId="24E7947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catgcagaag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aaacacgcaa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attaatgcct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gtctgtgtgg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aaactaaagc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catagtttca</w:t>
      </w:r>
      <w:proofErr w:type="spellEnd"/>
    </w:p>
    <w:p w14:paraId="633684C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actatacagc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gtaaatataa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gggtattaaa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atacaagagg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gtgtggttga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ttatggtgct</w:t>
      </w:r>
      <w:proofErr w:type="spellEnd"/>
    </w:p>
    <w:p w14:paraId="3D91667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agattttact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tttacaccag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taaaacaact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gtagcgtcac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ttatcaacac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acttaacgat</w:t>
      </w:r>
      <w:proofErr w:type="spellEnd"/>
    </w:p>
    <w:p w14:paraId="0E14D3B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ctaaatgaaa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ctcttgttac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aatgccactt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ggctatgtaa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cacatggctt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aaatttggaa</w:t>
      </w:r>
      <w:proofErr w:type="spellEnd"/>
    </w:p>
    <w:p w14:paraId="500A462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gaagctgctc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ggtatatgag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atctctcaaa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gtgccagcta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cagtttctgt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ttcttcacct</w:t>
      </w:r>
      <w:proofErr w:type="spellEnd"/>
    </w:p>
    <w:p w14:paraId="353234F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gatgctgtta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cagcgtataa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tggttatctt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acttcttctt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ctaaaacacc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tgaagaacat</w:t>
      </w:r>
      <w:proofErr w:type="spellEnd"/>
    </w:p>
    <w:p w14:paraId="62279A2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tttattgaaa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ccatctcact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tgctggttcc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ggtcctattc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tggacaatct</w:t>
      </w:r>
      <w:proofErr w:type="spellEnd"/>
    </w:p>
    <w:p w14:paraId="2452F9D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acacaactag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gtatagaatt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tcttaagaga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ggtgataaaa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gtgtatatta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cactagtaat</w:t>
      </w:r>
      <w:proofErr w:type="spellEnd"/>
    </w:p>
    <w:p w14:paraId="1E47246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cctaccacat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tccacctaga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tggtgaagtt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atcacctttg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acaatcttaa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gacacttctt</w:t>
      </w:r>
      <w:proofErr w:type="spellEnd"/>
    </w:p>
    <w:p w14:paraId="2A4CCDA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tctttgagag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aagtgaggac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tattaaggtg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tttacaacag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tagacaacat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taacctccac</w:t>
      </w:r>
      <w:proofErr w:type="spellEnd"/>
    </w:p>
    <w:p w14:paraId="5F7A3CA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acgcaagttg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tggacatgtc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aatgacatat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ggacaacagt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ttggtccaac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ttatttggat</w:t>
      </w:r>
      <w:proofErr w:type="spellEnd"/>
    </w:p>
    <w:p w14:paraId="6F75F3B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ggagctgatg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ttactaaaat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aaaacctcat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aattcacatg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attttatgtt</w:t>
      </w:r>
      <w:proofErr w:type="spellEnd"/>
    </w:p>
    <w:p w14:paraId="1B128E0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ttacctaatg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atgacactct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acgtgttgag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gcttttgagt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actaccacac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aactgatcct</w:t>
      </w:r>
      <w:proofErr w:type="spellEnd"/>
    </w:p>
    <w:p w14:paraId="31DFED1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agttttctgg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gtaggtacat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gtcagcatta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aatcacacta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aaaagtggaa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atacccacaa</w:t>
      </w:r>
      <w:proofErr w:type="spellEnd"/>
    </w:p>
    <w:p w14:paraId="7696CAC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gttaatggtt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taacttctat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taaatgggca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gataacaact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gttatcttgc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cactgcattg</w:t>
      </w:r>
      <w:proofErr w:type="spellEnd"/>
    </w:p>
    <w:p w14:paraId="11EDAB6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ttaacactcc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gttgaagttt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aatccacctg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ctctacaaga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tgcttattac</w:t>
      </w:r>
      <w:proofErr w:type="spellEnd"/>
    </w:p>
    <w:p w14:paraId="65D46A8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agagcaaggg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ctggtgaagc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ggctaacttt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tgtgcactta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tcttagccta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ctgtaataag</w:t>
      </w:r>
      <w:proofErr w:type="spellEnd"/>
    </w:p>
    <w:p w14:paraId="2108738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acagtaggtg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agttaggtga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tgttagagaa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acaatgagtt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acttgtttca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acatgccaat</w:t>
      </w:r>
      <w:proofErr w:type="spellEnd"/>
    </w:p>
    <w:p w14:paraId="5C4590E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ttagattctt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gcaaaagagt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cttgaacgtg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gtgtgtaaaa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cttgtggaca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acagcagaca</w:t>
      </w:r>
      <w:proofErr w:type="spellEnd"/>
    </w:p>
    <w:p w14:paraId="73D5065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acccttaagg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gtgtagaagc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tgttatgtac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atgggcacac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tttcttatga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acaatttaag</w:t>
      </w:r>
      <w:proofErr w:type="spellEnd"/>
    </w:p>
    <w:p w14:paraId="4E60632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aaaggtgttc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agataccttg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tacgtgtggt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aaacaagcta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caaaatatct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agtacaacag</w:t>
      </w:r>
      <w:proofErr w:type="spellEnd"/>
    </w:p>
    <w:p w14:paraId="62C900F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gagtcacctt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ttgttatgat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gtcagcacca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cctgctcagt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atgaacttaa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gcatggtaca</w:t>
      </w:r>
      <w:proofErr w:type="spellEnd"/>
    </w:p>
    <w:p w14:paraId="54372B9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tttacttgtg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ctagtgagta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cactggtaat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taccagtgtg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gtcactataa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acatataact</w:t>
      </w:r>
      <w:proofErr w:type="spellEnd"/>
    </w:p>
    <w:p w14:paraId="638F551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tctaaagaaa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ctttgtattg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catagacggt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gctttactta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caaagtcctc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agaatacaaa</w:t>
      </w:r>
      <w:proofErr w:type="spellEnd"/>
    </w:p>
    <w:p w14:paraId="0CBFE6B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ggtcctatta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cggatgtttt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ctacaaagaa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aacagttaca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caacaaccat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aaaaccagtt</w:t>
      </w:r>
      <w:proofErr w:type="spellEnd"/>
    </w:p>
    <w:p w14:paraId="3901C28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acttataaat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tggatggtgt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tgtttgtaca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gaaattgacc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ctaagttgga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</w:p>
    <w:p w14:paraId="1390B80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aagaaagaca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attcttattt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cacagagcaa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ccaattgatc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ttgtaccaaa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ccaaccatat</w:t>
      </w:r>
      <w:proofErr w:type="spellEnd"/>
    </w:p>
    <w:p w14:paraId="31F05EC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ccaaacgcaa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gcttcgataa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ttttaagttt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gtatgtgata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atatcaaatt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tgctgatgat</w:t>
      </w:r>
      <w:proofErr w:type="spellEnd"/>
    </w:p>
    <w:p w14:paraId="6D70AC4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taactggtta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taagaaacct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gcttcaagag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agcttaaagt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tacatttttc</w:t>
      </w:r>
      <w:proofErr w:type="spellEnd"/>
    </w:p>
    <w:p w14:paraId="168E955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cctgacttaa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atggtgatgt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ggtggctatt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gattataaac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actacacacc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ctcttttaag</w:t>
      </w:r>
      <w:proofErr w:type="spellEnd"/>
    </w:p>
    <w:p w14:paraId="7703C0D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aaaggagcta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aattgttaca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taaacctatt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gtttggcatg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ttaacaatgc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aactaataaa</w:t>
      </w:r>
      <w:proofErr w:type="spellEnd"/>
    </w:p>
    <w:p w14:paraId="660A8FB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gccacgtata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aaccaaatac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ctggtgtata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cgttgtcttt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ggagcacaaa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accagttgaa</w:t>
      </w:r>
      <w:proofErr w:type="spellEnd"/>
    </w:p>
    <w:p w14:paraId="3E391B0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acatcaaatt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cgtttgatgt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actgaagtca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gaggatgcgc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agggaatgga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taatcttgcc</w:t>
      </w:r>
      <w:proofErr w:type="spellEnd"/>
    </w:p>
    <w:p w14:paraId="2FCDCAE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tgcgaagatc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ctctgaagaa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gtagtggaaa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atcctaccat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acagaaagac</w:t>
      </w:r>
      <w:proofErr w:type="spellEnd"/>
    </w:p>
    <w:p w14:paraId="04EEF6F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gttcttgagt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gtaatgtgaa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aactaccgaa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gttgtaggag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acattatact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taaaccagca</w:t>
      </w:r>
      <w:proofErr w:type="spellEnd"/>
    </w:p>
    <w:p w14:paraId="5E840CE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aataatataa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aaattacaga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agaggttggc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cacacagatc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taatggctgc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ttatgtagac</w:t>
      </w:r>
      <w:proofErr w:type="spellEnd"/>
    </w:p>
    <w:p w14:paraId="0AF10C1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aattctagtc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ttactattaa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gaaacctaat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gaattatcta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gagtattagg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tttgaaaacc</w:t>
      </w:r>
      <w:proofErr w:type="spellEnd"/>
    </w:p>
    <w:p w14:paraId="5C68701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cttgctactc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atggtttagc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tgctgttaat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agtgtccctt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gggatactat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agctaattat</w:t>
      </w:r>
      <w:proofErr w:type="spellEnd"/>
    </w:p>
    <w:p w14:paraId="2DA2127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gctaagcctt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ttcttaacaa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agttgttagt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acaactacta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acatagttac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acggtgttta</w:t>
      </w:r>
      <w:proofErr w:type="spellEnd"/>
    </w:p>
    <w:p w14:paraId="3DABBB8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aaccgtgttt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gtactaatta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tatgccttat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ttctttactt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tattgctaca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attgtgtact</w:t>
      </w:r>
      <w:proofErr w:type="spellEnd"/>
    </w:p>
    <w:p w14:paraId="0045B80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tttactagaa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gtacaaattc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tagaattaaa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gcatctatgc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cgactactat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agcaaagaat</w:t>
      </w:r>
      <w:proofErr w:type="spellEnd"/>
    </w:p>
    <w:p w14:paraId="0DB2C9A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actgttaaga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gtgtcggtaa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attttgtcta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gaggcttcat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ttaattattt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gaagtcacct</w:t>
      </w:r>
      <w:proofErr w:type="spellEnd"/>
    </w:p>
    <w:p w14:paraId="1EEED9F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aatttttcta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aactgataaa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tattataatt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tggtttttac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tattaagtgt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ttgcctaggt</w:t>
      </w:r>
      <w:proofErr w:type="spellEnd"/>
    </w:p>
    <w:p w14:paraId="4C2CE02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tctttaatct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actcaaccgc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tgctttaggt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gttttaatgt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ctaatttagg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catgccttct</w:t>
      </w:r>
      <w:proofErr w:type="spellEnd"/>
    </w:p>
    <w:p w14:paraId="70A1360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tactgtactg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gttacagaga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aggctatttg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aactctacta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atgtcactat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tgcaacctac</w:t>
      </w:r>
      <w:proofErr w:type="spellEnd"/>
    </w:p>
    <w:p w14:paraId="73A1906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tgtactggtt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ctataccttg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tagtgtttgt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cttagtggtt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tagattcttt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agacacctat</w:t>
      </w:r>
      <w:proofErr w:type="spellEnd"/>
    </w:p>
    <w:p w14:paraId="182E1A7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ccttctttag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aaactataca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aattaccatt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tcatctttta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aatgggattt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aactgctttt</w:t>
      </w:r>
      <w:proofErr w:type="spellEnd"/>
    </w:p>
    <w:p w14:paraId="3BB8EBC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ggcttagttg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cagagtggtt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tttggcatat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attcttttca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ctatgtactt</w:t>
      </w:r>
      <w:proofErr w:type="spellEnd"/>
    </w:p>
    <w:p w14:paraId="4039971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ggattggctg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caatcatgca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attgtttttc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agctattttg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cagtacattt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tattagtaat</w:t>
      </w:r>
      <w:proofErr w:type="spellEnd"/>
    </w:p>
    <w:p w14:paraId="7C65515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tcttggctta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tgtggttaat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aattaatctt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gtacaaatgg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ccccgatttc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agctatggtt</w:t>
      </w:r>
      <w:proofErr w:type="spellEnd"/>
    </w:p>
    <w:p w14:paraId="55EEABE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agaatgtaca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tcttctttgc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atcattttat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tatgtatgga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aaagttatgt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gcatgttgta</w:t>
      </w:r>
      <w:proofErr w:type="spellEnd"/>
    </w:p>
    <w:p w14:paraId="4046B92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gacggttgta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attcatcaac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ttgtatgatg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tgttacaaac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gtaatagagc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aacaagagtc</w:t>
      </w:r>
      <w:proofErr w:type="spellEnd"/>
    </w:p>
    <w:p w14:paraId="743AECE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gaatgtacaa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ctattgttaa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tggtgttaga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aggtcctttt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atgtctatgc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taatggaggt</w:t>
      </w:r>
      <w:proofErr w:type="spellEnd"/>
    </w:p>
    <w:p w14:paraId="139E656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aaaggctttt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gcaaactaca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caattggaat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tgtgttaatt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gtgatacatt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ctgtgctggt</w:t>
      </w:r>
      <w:proofErr w:type="spellEnd"/>
    </w:p>
    <w:p w14:paraId="3EA50F6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agtacattta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ttagtgatga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agttgcgaga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gacttgtcac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tacagtttaa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aagaccaata</w:t>
      </w:r>
      <w:proofErr w:type="spellEnd"/>
    </w:p>
    <w:p w14:paraId="5D4C232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aatcctactg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accagtcttc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ttacatcgtt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gatagtgtta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cagtgaagaa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tggttccatc</w:t>
      </w:r>
      <w:proofErr w:type="spellEnd"/>
    </w:p>
    <w:p w14:paraId="4CEE69D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catctttact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ttgataaagc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tggtcaaaag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acttatgaaa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ctctcatttt</w:t>
      </w:r>
      <w:proofErr w:type="spellEnd"/>
    </w:p>
    <w:p w14:paraId="7160081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gttaacttag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acaacctgag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agctaataac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actaaaggtt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cattgcctat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taatgttata</w:t>
      </w:r>
      <w:proofErr w:type="spellEnd"/>
    </w:p>
    <w:p w14:paraId="0C226AA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gtttttgatg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gtaaatcaaa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atgtgaagaa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tcatctgcaa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aatcagcgtc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tgtttactac</w:t>
      </w:r>
      <w:proofErr w:type="spellEnd"/>
    </w:p>
    <w:p w14:paraId="1F61CFC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agtcagctta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tgtgtcaacc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tatactgtta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ctagatcagg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cattagtgtc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tgatgttggt</w:t>
      </w:r>
      <w:proofErr w:type="spellEnd"/>
    </w:p>
    <w:p w14:paraId="066DA41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gatagtgcgg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aagttgcagt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taaaatgttt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gatgcttacg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ttaatacgtt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ttcatcaact</w:t>
      </w:r>
      <w:proofErr w:type="spellEnd"/>
    </w:p>
    <w:p w14:paraId="373DF90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tttaacgtac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caatggaaaa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actcaaaaca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ctagttgcaa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ctgcagaagc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tgaacttgca</w:t>
      </w:r>
      <w:proofErr w:type="spellEnd"/>
    </w:p>
    <w:p w14:paraId="5F874B1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aagaatgtgt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ccttagacaa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tgtcttatct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acttttattt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cagcagctcg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gcaagggttt</w:t>
      </w:r>
      <w:proofErr w:type="spellEnd"/>
    </w:p>
    <w:p w14:paraId="6459CC5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gttgattcag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atgtagaaac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taaagatgtt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gttgaatgtc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ttaaattgtc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acatcaatct</w:t>
      </w:r>
      <w:proofErr w:type="spellEnd"/>
    </w:p>
    <w:p w14:paraId="6400E48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gacatagaag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ttactggcga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tagttgtaat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aactatatgc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tcacctataa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caaagttgaa</w:t>
      </w:r>
      <w:proofErr w:type="spellEnd"/>
    </w:p>
    <w:p w14:paraId="114C988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aacatgacac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cccgtgacct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tggtgcttgt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attgactgta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gtgcgcgtca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tattaatgcg</w:t>
      </w:r>
      <w:proofErr w:type="spellEnd"/>
    </w:p>
    <w:p w14:paraId="4283C8A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caggtagcaa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aaagtcacaa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cattactttg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atatggaacg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ttaaagattt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catgtcattg</w:t>
      </w:r>
      <w:proofErr w:type="spellEnd"/>
    </w:p>
    <w:p w14:paraId="54B4D00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tctgaacaac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tacgaaaaca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aatacgtagt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gctgctaaaa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agaataactt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accttttaag</w:t>
      </w:r>
      <w:proofErr w:type="spellEnd"/>
    </w:p>
    <w:p w14:paraId="379DB34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ttgacatgtg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caactactag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acaagttgtt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aatgttgtaa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caacaaagat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agcacttaag</w:t>
      </w:r>
      <w:proofErr w:type="spellEnd"/>
    </w:p>
    <w:p w14:paraId="37F4562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ggtggtaaaa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ttgttaataa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ttggttgaag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cagttaatta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aagttacact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tgtgttcctt</w:t>
      </w:r>
      <w:proofErr w:type="spellEnd"/>
    </w:p>
    <w:p w14:paraId="339922E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tttgttgctg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ctattttcta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tttaataaca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cctgttcatg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tcatgtctaa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acatactgac</w:t>
      </w:r>
      <w:proofErr w:type="spellEnd"/>
    </w:p>
    <w:p w14:paraId="14DDD05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ttttcaagtg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aaatcatagg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atacaaggct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attgatggtg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gtgtcactcg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tgacatagca</w:t>
      </w:r>
      <w:proofErr w:type="spellEnd"/>
    </w:p>
    <w:p w14:paraId="1C8F59B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tctacagata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cttgttttgc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taacaaacat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gctgattttg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tagccagcgt</w:t>
      </w:r>
      <w:proofErr w:type="spellEnd"/>
    </w:p>
    <w:p w14:paraId="427100A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ggtggtagtt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atactaatga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caaagcttgc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ccattgattg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ctgcagtcat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aacaagagaa</w:t>
      </w:r>
      <w:proofErr w:type="spellEnd"/>
    </w:p>
    <w:p w14:paraId="0433756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gtgggttttg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tcgtgcctgg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tttgcctggc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acgatattac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gcacaactaa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tggtgacttt</w:t>
      </w:r>
      <w:proofErr w:type="spellEnd"/>
    </w:p>
    <w:p w14:paraId="452B4BE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ttgcatttct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tacctagagt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ttttagtgca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gttggtaaca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tctgttacac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accatcaaaa</w:t>
      </w:r>
      <w:proofErr w:type="spellEnd"/>
    </w:p>
    <w:p w14:paraId="290CB1B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cttatagagt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acactgactt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tgcaacatca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gcttgtgttt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tggctgctga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atgtacaatt</w:t>
      </w:r>
      <w:proofErr w:type="spellEnd"/>
    </w:p>
    <w:p w14:paraId="6709B10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tttaaagatg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gccagtacca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tattgttatg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ataccaatgt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actagaaggt</w:t>
      </w:r>
      <w:proofErr w:type="spellEnd"/>
    </w:p>
    <w:p w14:paraId="79D9890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tctgttgctt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atgaaagttt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acgccctgac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acacgttatg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tgctcatgga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tggctctatt</w:t>
      </w:r>
      <w:proofErr w:type="spellEnd"/>
    </w:p>
    <w:p w14:paraId="296A947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attcaatttc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ctaacaccta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ccttgaaggt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tctgttagag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tggtaacaac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ttttgattct</w:t>
      </w:r>
      <w:proofErr w:type="spellEnd"/>
    </w:p>
    <w:p w14:paraId="78CE07E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gagtactgta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ggcacggcac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ttgtgaaaga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tcagaagctg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gtgtttgtgt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atctactagt</w:t>
      </w:r>
      <w:proofErr w:type="spellEnd"/>
    </w:p>
    <w:p w14:paraId="1312C42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ggtagatggg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tacttaacaa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tgattattac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agatctttac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caggagtttt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ctgtggtgta</w:t>
      </w:r>
      <w:proofErr w:type="spellEnd"/>
    </w:p>
    <w:p w14:paraId="51FBB05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gatgctgtaa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atttacttac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taatatgttt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acaccactaa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ttcaacctat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tggtgctttg</w:t>
      </w:r>
      <w:proofErr w:type="spellEnd"/>
    </w:p>
    <w:p w14:paraId="3FA988F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gacatatcag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catctatagt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agctggtggt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attgtagcta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tcgtagtaac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atgccttgcc</w:t>
      </w:r>
      <w:proofErr w:type="spellEnd"/>
    </w:p>
    <w:p w14:paraId="65F974B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tactatttta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tgaggtttag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aagagctttt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ggtgaataca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gtcatgtagt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tgcctttaat</w:t>
      </w:r>
      <w:proofErr w:type="spellEnd"/>
    </w:p>
    <w:p w14:paraId="2DFFF87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actttactat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tccttatgtc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attcactgta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ctctgtttaa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caccagttta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ctcattctta</w:t>
      </w:r>
      <w:proofErr w:type="spellEnd"/>
    </w:p>
    <w:p w14:paraId="4FEB882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cctggtgttt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ttacttgtac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ttgacatttt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atcttactaa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tgatgtttct</w:t>
      </w:r>
      <w:proofErr w:type="spellEnd"/>
    </w:p>
    <w:p w14:paraId="19D23BD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tttttagcac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atattcagtg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gatggttatg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ttcacacctt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tagtaccttt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ctggataaca</w:t>
      </w:r>
      <w:proofErr w:type="spellEnd"/>
    </w:p>
    <w:p w14:paraId="314EAFD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attgcttata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tcatttgtat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ttccacaaag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catttctatt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ggttctttag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taattaccta</w:t>
      </w:r>
      <w:proofErr w:type="spellEnd"/>
    </w:p>
    <w:p w14:paraId="32BD04A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aagagacgtg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tagtctttaa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tggtgtttcc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tttagtactt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ttgaagaagc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tgcgctgtgc</w:t>
      </w:r>
      <w:proofErr w:type="spellEnd"/>
    </w:p>
    <w:p w14:paraId="1867647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acctttttgt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taaataaaga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aatgtatcta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aagttgcgta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gtgatgtgct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attacctctt</w:t>
      </w:r>
      <w:proofErr w:type="spellEnd"/>
    </w:p>
    <w:p w14:paraId="5184EF4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acgcaatata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atagatactt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agctctttat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aataagtaca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agtattttag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tggagcaatg</w:t>
      </w:r>
      <w:proofErr w:type="spellEnd"/>
    </w:p>
    <w:p w14:paraId="73DB974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gatacaacta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gctacagaga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agctgcttgt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tgtcatctcg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caaaggctct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caatgacttc</w:t>
      </w:r>
      <w:proofErr w:type="spellEnd"/>
    </w:p>
    <w:p w14:paraId="4A46A87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agtaactcag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gttctgatgt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tctttaccaa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ccaccacaaa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tctctatcac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ctcagctgtt</w:t>
      </w:r>
      <w:proofErr w:type="spellEnd"/>
    </w:p>
    <w:p w14:paraId="13BA209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ttgcagagtg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gttttagaaa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aatggcattc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ccatctggta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aagttgaggg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ttgtatggta</w:t>
      </w:r>
      <w:proofErr w:type="spellEnd"/>
    </w:p>
    <w:p w14:paraId="6680491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caagtaactt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gtggtacaac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tacacttaac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ggtctttggc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ttgatgacgt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agtttactgt</w:t>
      </w:r>
      <w:proofErr w:type="spellEnd"/>
    </w:p>
    <w:p w14:paraId="6281FA0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ccaagacatg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tgatctgcac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ctctgaagac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atgcttaacc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ctaattatga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agatttactc</w:t>
      </w:r>
      <w:proofErr w:type="spellEnd"/>
    </w:p>
    <w:p w14:paraId="2F62FC7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attcgtaagt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ctaatcataa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tttcttggta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caggctggta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atgttcaact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cagggttatt</w:t>
      </w:r>
      <w:proofErr w:type="spellEnd"/>
    </w:p>
    <w:p w14:paraId="037B89F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ggacattcta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tgcaaaattg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tgtacttaag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cttaaggttg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atacagccaa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tcctaagaca</w:t>
      </w:r>
      <w:proofErr w:type="spellEnd"/>
    </w:p>
    <w:p w14:paraId="3567A4F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cctaagtata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agtttgttcg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cattcaacca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ggacagactt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tttcagtgtt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agcttgttac</w:t>
      </w:r>
      <w:proofErr w:type="spellEnd"/>
    </w:p>
    <w:p w14:paraId="642F627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aatggttcac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catctggtgt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ttaccaatgt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gctatgaggc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acaatttcac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tattaagggt</w:t>
      </w:r>
      <w:proofErr w:type="spellEnd"/>
    </w:p>
    <w:p w14:paraId="08E1D39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tcattcctta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atggttcatg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tggtagtgtt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ggttttaaca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tagattatga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ctgtgtctct</w:t>
      </w:r>
      <w:proofErr w:type="spellEnd"/>
    </w:p>
    <w:p w14:paraId="5A7FFA1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ttttgttaca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tgcaccatat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ggaattacca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actggagttc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atgctggcac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agacttagaa</w:t>
      </w:r>
      <w:proofErr w:type="spellEnd"/>
    </w:p>
    <w:p w14:paraId="7AAA05D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ggtaactttt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atggaccttt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tgttgacagg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caaacagcac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aagcagctgg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tacggacaca</w:t>
      </w:r>
      <w:proofErr w:type="spellEnd"/>
    </w:p>
    <w:p w14:paraId="67AEFFD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actattacag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agcttggttg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tacgctgctg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ttataaatgg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agacaggtgg</w:t>
      </w:r>
      <w:proofErr w:type="spellEnd"/>
    </w:p>
    <w:p w14:paraId="3F9ABDB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tttctcaatc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gatttaccac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aactcttaat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gactttaacc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ttgtggctat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gaagtacaat</w:t>
      </w:r>
      <w:proofErr w:type="spellEnd"/>
    </w:p>
    <w:p w14:paraId="2E6DF08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tatgaacctc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taacacaaga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ccatgttgac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atactaggac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ctctttctgc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tcaaactgga</w:t>
      </w:r>
      <w:proofErr w:type="spellEnd"/>
    </w:p>
    <w:p w14:paraId="4AB2127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attgccgttt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tagatatgtg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tgcttcatta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aaagaattac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tgcaaaatgg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tatgaatgga</w:t>
      </w:r>
      <w:proofErr w:type="spellEnd"/>
    </w:p>
    <w:p w14:paraId="2C7C00E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cgtaccatat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tgggtagtgc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tttattagaa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gatgaattta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caccttttga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tgttgttaga</w:t>
      </w:r>
      <w:proofErr w:type="spellEnd"/>
    </w:p>
    <w:p w14:paraId="2C3B804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caatgctcag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gtgttacttt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ccaaagtgca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gtgaaaagaa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caatcaaggg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tacacaccac</w:t>
      </w:r>
      <w:proofErr w:type="spellEnd"/>
    </w:p>
    <w:p w14:paraId="01B5D06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tggttgttac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tcacaatttt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gacttcactt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ttagttttag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tccagagtac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tcaatggtct</w:t>
      </w:r>
      <w:proofErr w:type="spellEnd"/>
    </w:p>
    <w:p w14:paraId="3708F5B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ttgttctttt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ttttgtatga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aaatgccttt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ttaccttttg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ctatgggtat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tattgctatg</w:t>
      </w:r>
      <w:proofErr w:type="spellEnd"/>
    </w:p>
    <w:p w14:paraId="6DC7D98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tctgcttttg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caatgatgtt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tgtcaaacat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aagcatgcat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ttctctgttt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gtttttgtta</w:t>
      </w:r>
      <w:proofErr w:type="spellEnd"/>
    </w:p>
    <w:p w14:paraId="26F0212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ccttctcttg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ccactgtagc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ttattttaat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atggtctata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tgcctgctag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ttgggtgatg</w:t>
      </w:r>
      <w:proofErr w:type="spellEnd"/>
    </w:p>
    <w:p w14:paraId="65348F3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cgtattatga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catggttgga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tatggttgat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actagtttta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agctaaaaga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ctgtgttatg</w:t>
      </w:r>
      <w:proofErr w:type="spellEnd"/>
    </w:p>
    <w:p w14:paraId="2C67E83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tatgcatcag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ctgtagtgtt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actaatcctt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atgacagcaa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gaactgtgta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tgatgatggt</w:t>
      </w:r>
      <w:proofErr w:type="spellEnd"/>
    </w:p>
    <w:p w14:paraId="29450DC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gctaggagag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tgtggacact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tatgaatgtc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ttgacactcg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tttataaagt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ttattatggt</w:t>
      </w:r>
      <w:proofErr w:type="spellEnd"/>
    </w:p>
    <w:p w14:paraId="592F60A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aatgctttag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atcaagccat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ttccatgtgg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gctcttataa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tctctgttac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ttctaactac</w:t>
      </w:r>
      <w:proofErr w:type="spellEnd"/>
    </w:p>
    <w:p w14:paraId="099C48E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tcaggtgtag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ttacaactgt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catgtttttg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gccagaggtg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ttgtttttat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gtgtgttgag</w:t>
      </w:r>
      <w:proofErr w:type="spellEnd"/>
    </w:p>
    <w:p w14:paraId="4BA4A18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tattgcccta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ttttcttcat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aactggtaat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acacttcagt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gtataatgct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agtttattgt</w:t>
      </w:r>
      <w:proofErr w:type="spellEnd"/>
    </w:p>
    <w:p w14:paraId="05D57DF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ttcttaggct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atttttgtac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ttgttacttt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ggcctctttt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gtttactcaa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ccgctacttt</w:t>
      </w:r>
      <w:proofErr w:type="spellEnd"/>
    </w:p>
    <w:p w14:paraId="6A4DBF2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agactgactc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ttggtgttta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tgattactta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gtttctacac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aggagtttag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atatatgaat</w:t>
      </w:r>
      <w:proofErr w:type="spellEnd"/>
    </w:p>
    <w:p w14:paraId="43ABEA6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tcacagggac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tactcccacc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caagaatagc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atagatgcct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tcaaactcaa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cattaaattg</w:t>
      </w:r>
      <w:proofErr w:type="spellEnd"/>
    </w:p>
    <w:p w14:paraId="354C4F1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ttgggtgttg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gtggcaaacc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ttgtatcaaa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gtagccactg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tacagtctaa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aatgtcagat</w:t>
      </w:r>
      <w:proofErr w:type="spellEnd"/>
    </w:p>
    <w:p w14:paraId="4B828E0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gtaaagtgca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catcagtagt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cttactctca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gttttgcaac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aactcagagt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agaatcatca</w:t>
      </w:r>
      <w:proofErr w:type="spellEnd"/>
    </w:p>
    <w:p w14:paraId="6A90761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tctaaattgt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gggctcaatg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tgtccagtta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cataatgaca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ttctcttagc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taaagatact</w:t>
      </w:r>
      <w:proofErr w:type="spellEnd"/>
    </w:p>
    <w:p w14:paraId="43103E3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actgaagcct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ttgaaaaaat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ggtttcacta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ctttctgttt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tgctttccat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gcagggtgct</w:t>
      </w:r>
      <w:proofErr w:type="spellEnd"/>
    </w:p>
    <w:p w14:paraId="6130356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gtagacataa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acaagctttg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tgaagaaatg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ctggacaaca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gggcaacctt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acaagctata</w:t>
      </w:r>
      <w:proofErr w:type="spellEnd"/>
    </w:p>
    <w:p w14:paraId="117D6D5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gcctcagagt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ttagttccct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tccatcatat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gcagcttttg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ctactgctca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agaagcttat</w:t>
      </w:r>
      <w:proofErr w:type="spellEnd"/>
    </w:p>
    <w:p w14:paraId="13D8499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gagcaggctg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ttgctaatgg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tgattctgaa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gttgttctta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aaaagttgaa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gaagtctttg</w:t>
      </w:r>
      <w:proofErr w:type="spellEnd"/>
    </w:p>
    <w:p w14:paraId="6B8B2AE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aatgtggcta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aatctgaatt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tgaccgtgat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gcagccatgc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aacgtaagtt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ggaaaagatg</w:t>
      </w:r>
      <w:proofErr w:type="spellEnd"/>
    </w:p>
    <w:p w14:paraId="54F9909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gctgatcaag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ctatgaccca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aatgtataaa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caggctagat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ctgaggacaa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gagggcaaaa</w:t>
      </w:r>
      <w:proofErr w:type="spellEnd"/>
    </w:p>
    <w:p w14:paraId="052E004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gttactagtg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ctatgcagac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aatgcttttc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actatgctta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gaaagttgga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taatgatgca</w:t>
      </w:r>
      <w:proofErr w:type="spellEnd"/>
    </w:p>
    <w:p w14:paraId="50CE49F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ctcaacaaca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ttatcaacaa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tgcaagagat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ggttgtgttc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ccttgaacat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aatacctctt</w:t>
      </w:r>
      <w:proofErr w:type="spellEnd"/>
    </w:p>
    <w:p w14:paraId="14F840D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acaacagcag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ccaaactaat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ggttgtcata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ccagactata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acacatataa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aaatacgtgt</w:t>
      </w:r>
      <w:proofErr w:type="spellEnd"/>
    </w:p>
    <w:p w14:paraId="12DCC6E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gatggtacaa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catttactta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tgcatcagca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ttgtgggaaa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tccaacaggt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tgtagatgca</w:t>
      </w:r>
      <w:proofErr w:type="spellEnd"/>
    </w:p>
    <w:p w14:paraId="3AC798B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gatagtaaaa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ttgttcaact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tagtgaaatt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agtatggaca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attcacctaa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tttagcatgg</w:t>
      </w:r>
      <w:proofErr w:type="spellEnd"/>
    </w:p>
    <w:p w14:paraId="163A3D3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cctcttattg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taacagcttt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aagggccaat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tctgctgtca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aattacagaa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taatgagctt</w:t>
      </w:r>
      <w:proofErr w:type="spellEnd"/>
    </w:p>
    <w:p w14:paraId="534AF1D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agtcctgttg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cactacgaca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gatgtcttgt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gctgccggta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ctacacaaac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tgcttgcact</w:t>
      </w:r>
      <w:proofErr w:type="spellEnd"/>
    </w:p>
    <w:p w14:paraId="7D2CD24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gatgacaatg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cgttagctta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ctacaacaca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acaaagggag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gtaggtttgt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acttgcactg</w:t>
      </w:r>
      <w:proofErr w:type="spellEnd"/>
    </w:p>
    <w:p w14:paraId="3B8B830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ttatccgatt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tacaggattt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gaaatgggct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agattcccta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agagtgatgg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aactggtact</w:t>
      </w:r>
      <w:proofErr w:type="spellEnd"/>
    </w:p>
    <w:p w14:paraId="722D5A0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atctatacag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aactggaacc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accttgtagg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tttgttacag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acacacctaa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aggtcctaaa</w:t>
      </w:r>
      <w:proofErr w:type="spellEnd"/>
    </w:p>
    <w:p w14:paraId="50E4E11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gtgaagtatt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tatactttat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taaaggatta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aacaacctaa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atagaggtat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ggtacttggt</w:t>
      </w:r>
      <w:proofErr w:type="spellEnd"/>
    </w:p>
    <w:p w14:paraId="779C221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agtttagctg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ccacagtacg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tctacaagct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ggtaatgcaa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cagaagtgcc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tgccaattca</w:t>
      </w:r>
      <w:proofErr w:type="spellEnd"/>
    </w:p>
    <w:p w14:paraId="3BD3E9E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actgtattat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ctttctgtgc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ttttgctgta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gatgctgcta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aagcttacaa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agattatcta</w:t>
      </w:r>
      <w:proofErr w:type="spellEnd"/>
    </w:p>
    <w:p w14:paraId="4BC102F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gctagtgggg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gacaaccaat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cactaattgt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gttaagatgt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tgtgtacaca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cactggtact</w:t>
      </w:r>
      <w:proofErr w:type="spellEnd"/>
    </w:p>
    <w:p w14:paraId="469C3CA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ggtcaggcaa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taacagtcac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accggaagcc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aatatggatc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aagaatcctt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tggtggtgca</w:t>
      </w:r>
      <w:proofErr w:type="spellEnd"/>
    </w:p>
    <w:p w14:paraId="72CF10C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tcgtgttgtc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tgtactgccg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ttgccacata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gatcatccaa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atcctaaagg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attttgtgac</w:t>
      </w:r>
      <w:proofErr w:type="spellEnd"/>
    </w:p>
    <w:p w14:paraId="0CC495A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ttaaaaggta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agtatgtaca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aatacctaca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acttgtgcta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atgaccctgt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gggttttaca</w:t>
      </w:r>
      <w:proofErr w:type="spellEnd"/>
    </w:p>
    <w:p w14:paraId="6CAD702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cttaaaaaca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cagtctgtac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cgtctgcggt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atgtggaaag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gttatggctg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tagttgtgat</w:t>
      </w:r>
      <w:proofErr w:type="spellEnd"/>
    </w:p>
    <w:p w14:paraId="54B424C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caactccgcg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aacccatgct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tcagtcagct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gatgcacaat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cgtttttaaa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cgggtttgcg</w:t>
      </w:r>
      <w:proofErr w:type="spellEnd"/>
    </w:p>
    <w:p w14:paraId="1DF4423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gtgtaagtgc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agcccgtctt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acaccgtgcg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gcacaggcac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tagtactgat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gtcgtataca</w:t>
      </w:r>
      <w:proofErr w:type="spellEnd"/>
    </w:p>
    <w:p w14:paraId="3E9CC98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gggcttttga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catctacaat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gataaagtag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ctggttttgc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taaattccta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aaaactaatt</w:t>
      </w:r>
      <w:proofErr w:type="spellEnd"/>
    </w:p>
    <w:p w14:paraId="1FEB93C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gttgtcgctt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ccaagaaaag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gacgaagatg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acaatttaat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tgattcttac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tttgtagtta</w:t>
      </w:r>
      <w:proofErr w:type="spellEnd"/>
    </w:p>
    <w:p w14:paraId="2B906C4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agagacacac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tttctctaac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taccaacatg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aagaaacaat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ttataattta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cttaaggatt</w:t>
      </w:r>
      <w:proofErr w:type="spellEnd"/>
    </w:p>
    <w:p w14:paraId="5E96510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gtccagctgt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tgctaaacat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gacttcttta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agtttagaat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agacggtgac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atggtaccac</w:t>
      </w:r>
      <w:proofErr w:type="spellEnd"/>
    </w:p>
    <w:p w14:paraId="47AF821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atatatcacg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tcaacgtctt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actaaataca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caatggcaga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cctcgtctat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gctttaaggc</w:t>
      </w:r>
      <w:proofErr w:type="spellEnd"/>
    </w:p>
    <w:p w14:paraId="331D77B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attttgatga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aggtaattgt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gacacattaa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aagaaatact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tgtcacatac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aattgttgtg</w:t>
      </w:r>
      <w:proofErr w:type="spellEnd"/>
    </w:p>
    <w:p w14:paraId="0C8610B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atgatgatta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tttcaataaa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aaggactggt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atgattttgt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agaaaaccca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gatatattac</w:t>
      </w:r>
      <w:proofErr w:type="spellEnd"/>
    </w:p>
    <w:p w14:paraId="0E3B9AD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gcgtatacgc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caacttaggt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gaacgtgtac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gccaagcttt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gttaaaaaca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gtacaattct</w:t>
      </w:r>
      <w:proofErr w:type="spellEnd"/>
    </w:p>
    <w:p w14:paraId="1FAFEE9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gtgatgccat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gcgaaatgct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ggtattgttg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gtgtactgac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attagataat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caagatctca</w:t>
      </w:r>
      <w:proofErr w:type="spellEnd"/>
    </w:p>
    <w:p w14:paraId="3B60F17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atggtaactg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gtatgatttc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ggtgatttca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tacaaaccac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gccaggtagt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ggagttcctg</w:t>
      </w:r>
      <w:proofErr w:type="spellEnd"/>
    </w:p>
    <w:p w14:paraId="111B6D0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ttgtagattc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ttattattca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ctatattaac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cttgaccagg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gctttaactg</w:t>
      </w:r>
      <w:proofErr w:type="spellEnd"/>
    </w:p>
    <w:p w14:paraId="6433158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cagagtcaca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gacttaacaa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agccttacat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taagtgggat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ttgttaaaat</w:t>
      </w:r>
      <w:proofErr w:type="spellEnd"/>
    </w:p>
    <w:p w14:paraId="16CE211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atgacttcac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ggaagagagg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ttaaaactct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ttgaccgtta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ttttaaatat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tgggatcaga</w:t>
      </w:r>
      <w:proofErr w:type="spellEnd"/>
    </w:p>
    <w:p w14:paraId="7CD8D7B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cataccaccc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aaattgtgtt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aactgtttgg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atgacagatg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cattctgcat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tgtgcaaact</w:t>
      </w:r>
      <w:proofErr w:type="spellEnd"/>
    </w:p>
    <w:p w14:paraId="25D81ED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attctctaca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gtgttcccac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ttacaagttt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tggaccacta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gtgagaaaaa</w:t>
      </w:r>
      <w:proofErr w:type="spellEnd"/>
    </w:p>
    <w:p w14:paraId="6F24AB2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tatttgttga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tggtgttcca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tttgtagttt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caactggata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ccacttcaga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gagctaggtg</w:t>
      </w:r>
      <w:proofErr w:type="spellEnd"/>
    </w:p>
    <w:p w14:paraId="6CC79B3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ttgtacataa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tcaggatgta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aacttacata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gctctagact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tagttttaag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gaattacttg</w:t>
      </w:r>
      <w:proofErr w:type="spellEnd"/>
    </w:p>
    <w:p w14:paraId="409B4E7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tgtatgctgc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tgaccctgct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atgcacgctg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tctattacta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gataaacgca</w:t>
      </w:r>
      <w:proofErr w:type="spellEnd"/>
    </w:p>
    <w:p w14:paraId="211F482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ctacgtgctt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ttcagtagct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gcacttacta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acaatgttgc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ttttcaaact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gtcaaacccg</w:t>
      </w:r>
      <w:proofErr w:type="spellEnd"/>
    </w:p>
    <w:p w14:paraId="4820278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caaagacttc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tatgactttg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ctgtgtctaa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gggtttcttt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aaggaaggaa</w:t>
      </w:r>
      <w:proofErr w:type="spellEnd"/>
    </w:p>
    <w:p w14:paraId="149A6A8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gttctgttga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attaaaacac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ttcttctttg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ctcaggatgg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taatgctgct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atcagcgatt</w:t>
      </w:r>
      <w:proofErr w:type="spellEnd"/>
    </w:p>
    <w:p w14:paraId="02F64F4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atgactacta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tcgttataat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ctaccaacaa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tgtgtgatat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cagacaacta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ctatttgtag</w:t>
      </w:r>
      <w:proofErr w:type="spellEnd"/>
    </w:p>
    <w:p w14:paraId="3E4C4F8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ttgaagttgt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tgataagtac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tttgattgtt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acgatggtgg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ctgtattaat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gctaaccaag</w:t>
      </w:r>
      <w:proofErr w:type="spellEnd"/>
    </w:p>
    <w:p w14:paraId="1092D33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tcatcgtcaa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caacctagac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aaatcagctg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gttttccatt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taataaatgg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ggtaaggcta</w:t>
      </w:r>
      <w:proofErr w:type="spellEnd"/>
    </w:p>
    <w:p w14:paraId="6BBED80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gactttatta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tgattcaatg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agttatgagg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atcaagatgc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acttttcgca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tatacaaaac</w:t>
      </w:r>
      <w:proofErr w:type="spellEnd"/>
    </w:p>
    <w:p w14:paraId="13724A9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gtaatgtcat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ccctactata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actcaaatga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atcttaagta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tgccattagt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gcaaagaata</w:t>
      </w:r>
      <w:proofErr w:type="spellEnd"/>
    </w:p>
    <w:p w14:paraId="22A4C97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gagctcgcac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cgtagctggt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gtctctatct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gtagtactat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gaccaataga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cagtttcatc</w:t>
      </w:r>
      <w:proofErr w:type="spellEnd"/>
    </w:p>
    <w:p w14:paraId="26D2AE8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aaaaattatt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gaaatcaata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gccgccacta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gaggagctac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tgtagtaatt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ggaacaagca</w:t>
      </w:r>
      <w:proofErr w:type="spellEnd"/>
    </w:p>
    <w:p w14:paraId="7B7F57D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aattctatgg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tggttggcac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aatatgttaa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aaactgttta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tagtgatgta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gaaaaccctc</w:t>
      </w:r>
      <w:proofErr w:type="spellEnd"/>
    </w:p>
    <w:p w14:paraId="5F5B017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accttatggg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ttgggattat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cctaaatgtg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atagagccat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gcctaacatg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cttagaatta</w:t>
      </w:r>
      <w:proofErr w:type="spellEnd"/>
    </w:p>
    <w:p w14:paraId="415525C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tggcctcact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tgttcttgct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cgcaaacata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caacgtgttg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tagcttgtca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caccgtttct</w:t>
      </w:r>
      <w:proofErr w:type="spellEnd"/>
    </w:p>
    <w:p w14:paraId="7A97F9F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atagattagc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taatgagtgt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gctcaagtat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tgagtgaaat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ggtcatgtgt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ggcggttcac</w:t>
      </w:r>
      <w:proofErr w:type="spellEnd"/>
    </w:p>
    <w:p w14:paraId="335C95E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tatatgttaa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accaggtgga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acctcatcag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gagatgccac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aactgcttat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gctaatagtg</w:t>
      </w:r>
      <w:proofErr w:type="spellEnd"/>
    </w:p>
    <w:p w14:paraId="01EF826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tttttaacat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ttgtcaagct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gtcacggcca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atgttaatgc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acttttatct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actgatggta</w:t>
      </w:r>
      <w:proofErr w:type="spellEnd"/>
    </w:p>
    <w:p w14:paraId="5C6B82B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acaaaattgc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cgataagtat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gtccgcaatt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tacaacacag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actttatgag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tgtctctata</w:t>
      </w:r>
      <w:proofErr w:type="spellEnd"/>
    </w:p>
    <w:p w14:paraId="238173C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gaaatagaga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tgttgacaca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gactttgtga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atgagtttta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cgcatatttg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cgtaaacatt</w:t>
      </w:r>
      <w:proofErr w:type="spellEnd"/>
    </w:p>
    <w:p w14:paraId="384381F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tctcaatgat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gatactctct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gacgatgctg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ttgtgtgttt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caatagcact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tatgcatctc</w:t>
      </w:r>
      <w:proofErr w:type="spellEnd"/>
    </w:p>
    <w:p w14:paraId="10DDD76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aaggtctagt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ggctagcata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aagaacttta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agtcagttct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ttattatcaa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aacaatgttt</w:t>
      </w:r>
      <w:proofErr w:type="spellEnd"/>
    </w:p>
    <w:p w14:paraId="299DF2E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ttatgtctga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agcaaaatgt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tggactgaga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ctgaccttac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taaaggacct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catgaatttt</w:t>
      </w:r>
      <w:proofErr w:type="spellEnd"/>
    </w:p>
    <w:p w14:paraId="2B7D136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gctctcaaca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tacaatgcta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gttaaacagg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gtgatgatta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tgtgtacctt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ccttacccag</w:t>
      </w:r>
      <w:proofErr w:type="spellEnd"/>
    </w:p>
    <w:p w14:paraId="785E8E8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atccatcaag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aatcctaggg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gccggctgtt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ttgtagatga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tatcgtaaaa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acagatggta</w:t>
      </w:r>
      <w:proofErr w:type="spellEnd"/>
    </w:p>
    <w:p w14:paraId="5E8E42F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cacttatgat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tgaacggttc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gtgtctttag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ctatagatgc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ttacccactt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actaaacatc</w:t>
      </w:r>
      <w:proofErr w:type="spellEnd"/>
    </w:p>
    <w:p w14:paraId="12AB852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ctaatcagga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gtatgctgat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gtctttcatt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tgtacttaca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atacataaga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aagctacatg</w:t>
      </w:r>
      <w:proofErr w:type="spellEnd"/>
    </w:p>
    <w:p w14:paraId="591FDBF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atgagttaac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aggacacatg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ttagacatgt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gcttactaat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gataacactt</w:t>
      </w:r>
      <w:proofErr w:type="spellEnd"/>
    </w:p>
    <w:p w14:paraId="364698C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caaggtattg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ggaacctgag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ttttatgagg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ctatgtacac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accgcataca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gtcttacagg</w:t>
      </w:r>
      <w:proofErr w:type="spellEnd"/>
    </w:p>
    <w:p w14:paraId="4D5FE26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ctgttggggc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ttgtgttctt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tgcaattcac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agacttcatt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aagatgtggt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gcttgcatac</w:t>
      </w:r>
      <w:proofErr w:type="spellEnd"/>
    </w:p>
    <w:p w14:paraId="727DA0F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gtagaccatt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cttatgttgt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aaatgctgtt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acgaccatgt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catatcaaca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tcacataaat</w:t>
      </w:r>
      <w:proofErr w:type="spellEnd"/>
    </w:p>
    <w:p w14:paraId="5896421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tagtcttgtc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tgttaatccg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tatgtttgca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atgctccagg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ttgtgatgtc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acagatgtga</w:t>
      </w:r>
      <w:proofErr w:type="spellEnd"/>
    </w:p>
    <w:p w14:paraId="17720BC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ctcaacttta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cttaggaggt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atgagctatt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attgtaaatc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acataaacca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cccattagtt</w:t>
      </w:r>
      <w:proofErr w:type="spellEnd"/>
    </w:p>
    <w:p w14:paraId="0D39A2B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ttccattgtg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tgctaatgga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caagtttttg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gtttatataa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aaatacatgt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gttggtagcg</w:t>
      </w:r>
      <w:proofErr w:type="spellEnd"/>
    </w:p>
    <w:p w14:paraId="7723F16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ataatgttac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tgactttaat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gcaattgcaa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catgtgactg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gacaaatgct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ggtgattaca</w:t>
      </w:r>
      <w:proofErr w:type="spellEnd"/>
    </w:p>
    <w:p w14:paraId="38F14C6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ttttagctaa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cacctgtact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gaaagactca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agctttttgc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agcagaaacg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ctcaaagcta</w:t>
      </w:r>
      <w:proofErr w:type="spellEnd"/>
    </w:p>
    <w:p w14:paraId="1C0D87B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ctgaggagac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atttaaactg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tcttatggta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ttgctactgt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acgtgaagtg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ctgtctgaca</w:t>
      </w:r>
      <w:proofErr w:type="spellEnd"/>
    </w:p>
    <w:p w14:paraId="4E1BCE4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gagaattaca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tctttcatgg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gaagttggta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aacctagacc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accacttaac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cgaaattatg</w:t>
      </w:r>
      <w:proofErr w:type="spellEnd"/>
    </w:p>
    <w:p w14:paraId="1BC50AA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tctttactgg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ttatcgtgta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actaaaaaca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gtaaagtaca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aataggagag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tacacctttg</w:t>
      </w:r>
      <w:proofErr w:type="spellEnd"/>
    </w:p>
    <w:p w14:paraId="71367D7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aaaaaggtga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ctatggtgat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gctgttgttt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accgaggtac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aacaacttac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aaattaaatg</w:t>
      </w:r>
      <w:proofErr w:type="spellEnd"/>
    </w:p>
    <w:p w14:paraId="5278EF9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ttggtgatta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ttttgtgctg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acatcacata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cagtaatgcc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attaagtgca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cctacactag</w:t>
      </w:r>
      <w:proofErr w:type="spellEnd"/>
    </w:p>
    <w:p w14:paraId="048B485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tgccacaaga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gcactatgtt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agaattactg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gcttataccc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aacactcaat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atctcagatg</w:t>
      </w:r>
      <w:proofErr w:type="spellEnd"/>
    </w:p>
    <w:p w14:paraId="6E633A6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agttttctag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caatgttgca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aattatcaaa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aggttggtat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gcaaaagtat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tctacactcc</w:t>
      </w:r>
      <w:proofErr w:type="spellEnd"/>
    </w:p>
    <w:p w14:paraId="6FC534F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agggaccacc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tggtactggt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aagagtcatt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ttgctattgg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cctagctctc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tactaccctt</w:t>
      </w:r>
      <w:proofErr w:type="spellEnd"/>
    </w:p>
    <w:p w14:paraId="7B8F0CE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ctgctcgcat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agtgtataca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gcttgctctc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atgccgctgt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tgatgcacta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tgtgagaagg</w:t>
      </w:r>
      <w:proofErr w:type="spellEnd"/>
    </w:p>
    <w:p w14:paraId="39EED3E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cattaaaata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tttgcctata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gataaatgta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gtagaattat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acctgcacgt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gctcgtgtag</w:t>
      </w:r>
      <w:proofErr w:type="spellEnd"/>
    </w:p>
    <w:p w14:paraId="1A444AF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agtgttttga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taaattcaaa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gtgaattcaa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cattagaaca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gtatgtcttt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tgtactgtaa</w:t>
      </w:r>
      <w:proofErr w:type="spellEnd"/>
    </w:p>
    <w:p w14:paraId="48FCBDD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atgcattgcc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tgagacgaca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gcagatatag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ttgtctttga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tgaaatttca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atggccacaa</w:t>
      </w:r>
      <w:proofErr w:type="spellEnd"/>
    </w:p>
    <w:p w14:paraId="230BF8B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attatgattt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gagtgttgtc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aatgccagat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tacgtgctaa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gcactatgtg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tacattggcg</w:t>
      </w:r>
      <w:proofErr w:type="spellEnd"/>
    </w:p>
    <w:p w14:paraId="1D503D0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accctgctca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attacctgca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ccacgcacat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tgctaactaa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gggcacacta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gaaccagaat</w:t>
      </w:r>
      <w:proofErr w:type="spellEnd"/>
    </w:p>
    <w:p w14:paraId="2A41D4C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atttcaattc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agtgtgtaga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ctataggtcc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agacatgttc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ctcggaactt</w:t>
      </w:r>
      <w:proofErr w:type="spellEnd"/>
    </w:p>
    <w:p w14:paraId="3A8D196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gtcggcgttg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tcctgctgaa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attgttgaca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ctgtgagtgc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gataataagc</w:t>
      </w:r>
      <w:proofErr w:type="spellEnd"/>
    </w:p>
    <w:p w14:paraId="5214845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ttaaagcaca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taaagacaaa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tcagctcaat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gctttaaaat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gttttataag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ggtgttatca</w:t>
      </w:r>
      <w:proofErr w:type="spellEnd"/>
    </w:p>
    <w:p w14:paraId="782519F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cgcatgatgt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ttcatctgca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attaacaggc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cacaaatagg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cgtggtaaga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gaattcctta</w:t>
      </w:r>
      <w:proofErr w:type="spellEnd"/>
    </w:p>
    <w:p w14:paraId="4261692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cacgtaaccc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tgcttggaga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aaagctgtct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ttatttcacc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ttataattca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cagaatgctg</w:t>
      </w:r>
      <w:proofErr w:type="spellEnd"/>
    </w:p>
    <w:p w14:paraId="2E0BC9F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tagcctcaaa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gattttggga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ctaccaactc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aaactgttga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ttcatcacag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ggctcagaat</w:t>
      </w:r>
      <w:proofErr w:type="spellEnd"/>
    </w:p>
    <w:p w14:paraId="15500FE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atgactatgt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catattcact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caaaccactg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aaacagctca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ctcttgtaat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gtaaacagat</w:t>
      </w:r>
      <w:proofErr w:type="spellEnd"/>
    </w:p>
    <w:p w14:paraId="3B7EDE7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ttaatgttgc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tattaccaga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gcaaaagtag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gcatactttg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cataatgtct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gatagagacc</w:t>
      </w:r>
      <w:proofErr w:type="spellEnd"/>
    </w:p>
    <w:p w14:paraId="0D297B5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tttatgacaa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gttgcaattt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acaagtcttg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aaattccacg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taggaatgtg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gcaactttac</w:t>
      </w:r>
      <w:proofErr w:type="spellEnd"/>
    </w:p>
    <w:p w14:paraId="0B6E432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aagctgaaaa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tgtaacagga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ctctttaaag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attgtagtaa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ggtaatcact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gggttacatc</w:t>
      </w:r>
      <w:proofErr w:type="spellEnd"/>
    </w:p>
    <w:p w14:paraId="2012002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ctacacaggc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acctacacac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ctcagtgttg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acactaaatt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caaaactgaa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ggtttatgtg</w:t>
      </w:r>
      <w:proofErr w:type="spellEnd"/>
    </w:p>
    <w:p w14:paraId="6D9C0C9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ttgacgtacc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tggcatacct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aaggacatga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cctatagaag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actcatctct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atgatgggtt</w:t>
      </w:r>
      <w:proofErr w:type="spellEnd"/>
    </w:p>
    <w:p w14:paraId="169AE5F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ttaaaatgaa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ttatcaagtt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aatggttacc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ctaacatgtt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tatcacccgc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gaagaagcta</w:t>
      </w:r>
      <w:proofErr w:type="spellEnd"/>
    </w:p>
    <w:p w14:paraId="4F747C0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taagacatgt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acgtgcatgg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attggcttcg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atgtcgaggg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gtgtcatgct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actagagaag</w:t>
      </w:r>
      <w:proofErr w:type="spellEnd"/>
    </w:p>
    <w:p w14:paraId="42C645A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ctgttggtac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caatttacct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ttacagctag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gtttttctac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aggtgttaac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ctagttgctg</w:t>
      </w:r>
      <w:proofErr w:type="spellEnd"/>
    </w:p>
    <w:p w14:paraId="4B6BB55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tacctacagg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ttatgttgat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acacctaata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atacagattt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ttccagagtt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agtgctaaac</w:t>
      </w:r>
      <w:proofErr w:type="spellEnd"/>
    </w:p>
    <w:p w14:paraId="7E19C7D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caccgcctgg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agatcaattt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aaacacctca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taccacttat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gtacaaagga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cttccttgga</w:t>
      </w:r>
      <w:proofErr w:type="spellEnd"/>
    </w:p>
    <w:p w14:paraId="3E14642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atgtagtgcg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gtacaaatgt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taagtgacac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acttaaaaat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ctctctgaca</w:t>
      </w:r>
      <w:proofErr w:type="spellEnd"/>
    </w:p>
    <w:p w14:paraId="2F52753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gagtcgtatt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tgtcttatgg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gcacatggct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ttgagttgac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atctatgaag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tattttgtga</w:t>
      </w:r>
      <w:proofErr w:type="spellEnd"/>
    </w:p>
    <w:p w14:paraId="0968C64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aaataggacc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tgagcgcacc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tgttgtctat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gtgatagacg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tgccacatgc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ttttccactg</w:t>
      </w:r>
      <w:proofErr w:type="spellEnd"/>
    </w:p>
    <w:p w14:paraId="138A99B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cttcagacac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ttatgcctgt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tggcatcatt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ctattggatt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tgattacgtc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tataatccgt</w:t>
      </w:r>
      <w:proofErr w:type="spellEnd"/>
    </w:p>
    <w:p w14:paraId="4736A1E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ttatgattga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tgttcaacaa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tggggtttta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caggtaacct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acaaagcaac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catgatctgt</w:t>
      </w:r>
      <w:proofErr w:type="spellEnd"/>
    </w:p>
    <w:p w14:paraId="15EDA76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attgtcaagt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ccatggtaat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gcacatgtag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ctagttgtga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tgcaatcatg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actaggtgtc</w:t>
      </w:r>
      <w:proofErr w:type="spellEnd"/>
    </w:p>
    <w:p w14:paraId="593D0D9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tagctgtcca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cgagtgcttt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gttaagcgtg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ttgactggac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tattgaatat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cctataattg</w:t>
      </w:r>
      <w:proofErr w:type="spellEnd"/>
    </w:p>
    <w:p w14:paraId="1640140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gtgatgaact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gaagattaat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gcggcttgta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gaaaggttca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gttaaagctg</w:t>
      </w:r>
      <w:proofErr w:type="spellEnd"/>
    </w:p>
    <w:p w14:paraId="334D422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cattattagc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agacaaattc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ccagttcttc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acgacattgg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taaccctaaa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gctattaagt</w:t>
      </w:r>
      <w:proofErr w:type="spellEnd"/>
    </w:p>
    <w:p w14:paraId="35EEFA4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gtgtacctca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agctgatgta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gaatggaagt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tctatgatgc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acagccttgt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agtgacaaag</w:t>
      </w:r>
      <w:proofErr w:type="spellEnd"/>
    </w:p>
    <w:p w14:paraId="2C044D2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cttataaaat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agaagaatta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ttctattctt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atgccacaca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ttctgacaaa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ttcacagatg</w:t>
      </w:r>
      <w:proofErr w:type="spellEnd"/>
    </w:p>
    <w:p w14:paraId="3C10EFC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gtgtatgcct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attttggaat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tgcaatgtcg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atagatatcc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tgctaattcc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attgtttgta</w:t>
      </w:r>
      <w:proofErr w:type="spellEnd"/>
    </w:p>
    <w:p w14:paraId="70CC06A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gatttgacac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tagagtgcta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tctaacctta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acttgcctgg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ttgtgatggt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ggcagtttgt</w:t>
      </w:r>
      <w:proofErr w:type="spellEnd"/>
    </w:p>
    <w:p w14:paraId="5E29031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atgtaaataa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acatgcattc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cacacaccag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cttttgataa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aagtgctttt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gttaatttaa</w:t>
      </w:r>
      <w:proofErr w:type="spellEnd"/>
    </w:p>
    <w:p w14:paraId="6667BCD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aacaattacc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atttttctat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tactctgaca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gtccatgtga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gtctcatgga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aaacaagtag</w:t>
      </w:r>
      <w:proofErr w:type="spellEnd"/>
    </w:p>
    <w:p w14:paraId="34C4E5F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tgtcagatat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agattatgta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ccactaaagt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ctgctacgtg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tataacacgt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tgcaatttag</w:t>
      </w:r>
      <w:proofErr w:type="spellEnd"/>
    </w:p>
    <w:p w14:paraId="00B613D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gtggtgctgt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ctgtagacat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catgctaatg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agtacagatt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gtatctcgat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gcttataaca</w:t>
      </w:r>
      <w:proofErr w:type="spellEnd"/>
    </w:p>
    <w:p w14:paraId="6424B96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tgatgatctc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agctggcttt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agcttgtggg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tttacaaaca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atttgatact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tataacctct</w:t>
      </w:r>
      <w:proofErr w:type="spellEnd"/>
    </w:p>
    <w:p w14:paraId="6FEAC15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ggaacacttt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tacaagactt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cagagtttag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aaaatgtggc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ttttaatgtt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gtaaataagg</w:t>
      </w:r>
      <w:proofErr w:type="spellEnd"/>
    </w:p>
    <w:p w14:paraId="1C08597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gacactttga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ggtgaagtac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cagtttctat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cattaataac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actgtttaca</w:t>
      </w:r>
      <w:proofErr w:type="spellEnd"/>
    </w:p>
    <w:p w14:paraId="075CCD8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caaaagttga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tggtgttgat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gtagaattgt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ttgaaaataa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aacaacatta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cctgttaatg</w:t>
      </w:r>
      <w:proofErr w:type="spellEnd"/>
    </w:p>
    <w:p w14:paraId="0E45565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tagcatttga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gctttgggct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aagcgcaaca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accagaggtg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aaaatactca</w:t>
      </w:r>
      <w:proofErr w:type="spellEnd"/>
    </w:p>
    <w:p w14:paraId="150EE89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ataatttggg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tgtggacatt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gctgctaata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ctgtgatctg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ggactacaaa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agagatgctc</w:t>
      </w:r>
      <w:proofErr w:type="spellEnd"/>
    </w:p>
    <w:p w14:paraId="77FE4C5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cagcacatat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atctactatt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ggtgtttgtt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ctatgactga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catagccaag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aaaccaactg</w:t>
      </w:r>
      <w:proofErr w:type="spellEnd"/>
    </w:p>
    <w:p w14:paraId="71C36AC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aaacgatttg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tgcaccactc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actgtctttt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ttgatggtag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agttgatggt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caagtagact</w:t>
      </w:r>
      <w:proofErr w:type="spellEnd"/>
    </w:p>
    <w:p w14:paraId="70E3ADD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tatttagaaa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tgcccgtaat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ggtgttctta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ttacagaagg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tagtgttaaa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ggtttacaac</w:t>
      </w:r>
      <w:proofErr w:type="spellEnd"/>
    </w:p>
    <w:p w14:paraId="69917D8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catctgtagg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tcccaaacaa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gctagtctta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atggagtcac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attaattgga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gaagccgtaa</w:t>
      </w:r>
      <w:proofErr w:type="spellEnd"/>
    </w:p>
    <w:p w14:paraId="0D889AB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aaacacagtt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aagaaagttg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atggtgttgt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ccaacaatta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cctgaaactt</w:t>
      </w:r>
      <w:proofErr w:type="spellEnd"/>
    </w:p>
    <w:p w14:paraId="4CA3A0E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actttactca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gagtagaaat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ttacaagaat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ttaaacccag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gagtcaaatg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gaaattgatt</w:t>
      </w:r>
      <w:proofErr w:type="spellEnd"/>
    </w:p>
    <w:p w14:paraId="3C6018D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tcttagaatt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agctatggat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gaattcattg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aacggtataa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attagaaggc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tatgccttcg</w:t>
      </w:r>
      <w:proofErr w:type="spellEnd"/>
    </w:p>
    <w:p w14:paraId="4DA55A3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aacatatcgt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ttatggagat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tttagtcata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gtcagttagg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tggtttacat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ctactgattg</w:t>
      </w:r>
      <w:proofErr w:type="spellEnd"/>
    </w:p>
    <w:p w14:paraId="5B833B6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gactagctaa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acgttttaag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gaatcacctt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ttgaattaga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agattttatt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cctatggaca</w:t>
      </w:r>
      <w:proofErr w:type="spellEnd"/>
    </w:p>
    <w:p w14:paraId="548B0AE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gtacagttaa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aaactatttc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ataacagatg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cgcaaacagg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ttcatctaag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tgtgtgtgtt</w:t>
      </w:r>
      <w:proofErr w:type="spellEnd"/>
    </w:p>
    <w:p w14:paraId="752E1F0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ctgttattga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tttattactt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gatgattttg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ttgaaataat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aaaatcccaa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gatttatctg</w:t>
      </w:r>
      <w:proofErr w:type="spellEnd"/>
    </w:p>
    <w:p w14:paraId="0568301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tagtttctaa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ggttgtcaaa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gtgactattg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actatacaga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aatttcattt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atgctttggt</w:t>
      </w:r>
      <w:proofErr w:type="spellEnd"/>
    </w:p>
    <w:p w14:paraId="0909F48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gtaaagatgg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ccatgtagaa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acattttacc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caaaattaca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atctagtcaa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gcgtggcaac</w:t>
      </w:r>
      <w:proofErr w:type="spellEnd"/>
    </w:p>
    <w:p w14:paraId="5DF73A9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cgggtgttgc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tatgcctaat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ctttacaaaa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gctattagaa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aagtgtgacc</w:t>
      </w:r>
      <w:proofErr w:type="spellEnd"/>
    </w:p>
    <w:p w14:paraId="708F47E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ttcaaaatta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tggtgatagt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gcaacattac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ctaaaggcat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aatgatgaat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gtcgcaaaat</w:t>
      </w:r>
      <w:proofErr w:type="spellEnd"/>
    </w:p>
    <w:p w14:paraId="43C6910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atactcaact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gtgtcaatat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ttaaacacat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taacattagc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tgtaccctat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aatatgagag</w:t>
      </w:r>
      <w:proofErr w:type="spellEnd"/>
    </w:p>
    <w:p w14:paraId="33B7B70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ttatacattt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tggtgctggt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tctgataaag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gagttgcacc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aggtacagct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gttttaagac</w:t>
      </w:r>
      <w:proofErr w:type="spellEnd"/>
    </w:p>
    <w:p w14:paraId="29F470F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agtggttgcc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tacgggtacg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ctgcttgtcg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attcagatct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taatgacttt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gtctctgatg</w:t>
      </w:r>
      <w:proofErr w:type="spellEnd"/>
    </w:p>
    <w:p w14:paraId="219D7D4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cagattcaac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tttgattggt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gattgtgcaa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ctgtacatac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agctaataaa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tgggatctca</w:t>
      </w:r>
      <w:proofErr w:type="spellEnd"/>
    </w:p>
    <w:p w14:paraId="31DC01A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ttattagtga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tatgtacgac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cctaagacta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aaaatgttac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aaaagaaaat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gactctaaag</w:t>
      </w:r>
      <w:proofErr w:type="spellEnd"/>
    </w:p>
    <w:p w14:paraId="603957D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agggtttttt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cacttacatt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tgtgggttta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tacaacaaaa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gctagctctt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ggaggttccg</w:t>
      </w:r>
      <w:proofErr w:type="spellEnd"/>
    </w:p>
    <w:p w14:paraId="12EB8E9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tggctataaa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gataacagaa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cattcttgga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atgctgatct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ttataagctc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atgggacact</w:t>
      </w:r>
      <w:proofErr w:type="spellEnd"/>
    </w:p>
    <w:p w14:paraId="71CA65F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tcgcatggtg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gacagccttt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gttactaatg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tgaatgcgtc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atcatctgaa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gcatttttaa</w:t>
      </w:r>
      <w:proofErr w:type="spellEnd"/>
    </w:p>
    <w:p w14:paraId="7CB67B2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ttggatgtaa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ttatcttggc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aaaccacgcg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tggttatgtc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atgcatgcaa</w:t>
      </w:r>
      <w:proofErr w:type="spellEnd"/>
    </w:p>
    <w:p w14:paraId="7F9FCA3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attacatatt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ttggaggaat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acaaatccaa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ttcagttgtc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ttcctattct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ttatttgaca</w:t>
      </w:r>
      <w:proofErr w:type="spellEnd"/>
    </w:p>
    <w:p w14:paraId="301D25E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tgagtaaatt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tccccttaaa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ttaaggggta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ctgctgttat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gtctttaaaa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gaaggtcaaa</w:t>
      </w:r>
      <w:proofErr w:type="spellEnd"/>
    </w:p>
    <w:p w14:paraId="6943CFE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tcaatgatat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gattttatct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cttcttagta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aaggtagact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tataattaga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gaaaacaaca</w:t>
      </w:r>
      <w:proofErr w:type="spellEnd"/>
    </w:p>
    <w:p w14:paraId="698AD71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gagttgttat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ttctagtgat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gttcttgtta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acaactaaac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gaacaatgtt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tgtttttctt</w:t>
      </w:r>
      <w:proofErr w:type="spellEnd"/>
    </w:p>
    <w:p w14:paraId="0E6A337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gttttattgc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cactagtctc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tagtcagtgt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gttaatctta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caaccagaac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tcaattaccc</w:t>
      </w:r>
      <w:proofErr w:type="spellEnd"/>
    </w:p>
    <w:p w14:paraId="1B46541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cctgcataca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ctaattcttt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cacacgtggt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gtttattacc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ctgacaaagt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tttcagatcc</w:t>
      </w:r>
      <w:proofErr w:type="spellEnd"/>
    </w:p>
    <w:p w14:paraId="7414149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tcagttttac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attcaactca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ggacttgttc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ttacctttct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tttccaatgt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tacttggttc</w:t>
      </w:r>
      <w:proofErr w:type="spellEnd"/>
    </w:p>
    <w:p w14:paraId="416623A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catgttatct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ctgggaccaa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tggtactaag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aggtttgata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accctgtcct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accatttaat</w:t>
      </w:r>
      <w:proofErr w:type="spellEnd"/>
    </w:p>
    <w:p w14:paraId="0673301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gatggtgttt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attttgcttc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cattgagaag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tctaacataa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taagaggctg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gatttttggt</w:t>
      </w:r>
      <w:proofErr w:type="spellEnd"/>
    </w:p>
    <w:p w14:paraId="0C07A09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actactttag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attcgaagac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ccagtcccta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cttattgtta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ataacgctac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taatgttgtt</w:t>
      </w:r>
      <w:proofErr w:type="spellEnd"/>
    </w:p>
    <w:p w14:paraId="1BA8A55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attaaagtct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gtgaatttca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attttgtaat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gatccatttt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tggaccacaa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aaacaacaaa</w:t>
      </w:r>
      <w:proofErr w:type="spellEnd"/>
    </w:p>
    <w:p w14:paraId="2FDB9DF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agttggatgg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aaagtgagtt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cagagtttat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tctagtgcga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ataattgcac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ttttgaatat</w:t>
      </w:r>
      <w:proofErr w:type="spellEnd"/>
    </w:p>
    <w:p w14:paraId="1748291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gtctctcagc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cttttcttat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ggaccttgaa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ggaaaacagg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gtaatttcaa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aaatcttagg</w:t>
      </w:r>
      <w:proofErr w:type="spellEnd"/>
    </w:p>
    <w:p w14:paraId="465DCDD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gaatttgtgt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ttaagaatat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tgatggttat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tttaaaatat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attctaagca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cacgcctatt</w:t>
      </w:r>
      <w:proofErr w:type="spellEnd"/>
    </w:p>
    <w:p w14:paraId="17AFAE6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atagtgcgtg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agccagaaga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tctccctcag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ggtttttcgg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ctttagaacc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attggtagat</w:t>
      </w:r>
      <w:proofErr w:type="spellEnd"/>
    </w:p>
    <w:p w14:paraId="49C3008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ttgccaatag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gtattaacat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cactaggttt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caaactttac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ttgctttaca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tagaagttat</w:t>
      </w:r>
      <w:proofErr w:type="spellEnd"/>
    </w:p>
    <w:p w14:paraId="58F7598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ttgactcctg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gtgattcttc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ttcaggttgg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acagctggtg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ctgcagctta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ttatgtgggt</w:t>
      </w:r>
      <w:proofErr w:type="spellEnd"/>
    </w:p>
    <w:p w14:paraId="2433B71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tatcttcaac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ctaggacttt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tctattaaaa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tataatgaaa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atggaaccat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tacagatgct</w:t>
      </w:r>
      <w:proofErr w:type="spellEnd"/>
    </w:p>
    <w:p w14:paraId="6F03B5A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gtagactgtg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cacttgaccc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tctctcagaa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acaaagtgta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cgttgaaatc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cttcactgta</w:t>
      </w:r>
      <w:proofErr w:type="spellEnd"/>
    </w:p>
    <w:p w14:paraId="7C5CF91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gaaaaaggaa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tctatcaaac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ttctaacttt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agagtccaac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caacagaatc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tattgttaga</w:t>
      </w:r>
      <w:proofErr w:type="spellEnd"/>
    </w:p>
    <w:p w14:paraId="15CD12B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tttcctaata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ttacaaactt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gtgccctttt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gatgaagttt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ttaacgccac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cagatttgca</w:t>
      </w:r>
      <w:proofErr w:type="spellEnd"/>
    </w:p>
    <w:p w14:paraId="7753E03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tctgtttatg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cttggaacag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gaagagaatc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agcaactgtg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ttgctgatta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ttctgtccta</w:t>
      </w:r>
      <w:proofErr w:type="spellEnd"/>
    </w:p>
    <w:p w14:paraId="67CD100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tataatctcg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caccattttt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cacttttaag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tgttatggag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tgtctcctac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taaattaaat</w:t>
      </w:r>
      <w:proofErr w:type="spellEnd"/>
    </w:p>
    <w:p w14:paraId="40ED583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gatctctgct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ttactaatgt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ctatgcagat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tcatttgtaa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ttagaggtga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tgaagtcaga</w:t>
      </w:r>
      <w:proofErr w:type="spellEnd"/>
    </w:p>
    <w:p w14:paraId="6C5E87E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caaatcgctc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cagggcaaac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tggaaatatt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gctgattata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attataaatt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accagatgat</w:t>
      </w:r>
      <w:proofErr w:type="spellEnd"/>
    </w:p>
    <w:p w14:paraId="01918DA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tttacaggct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gcgttatagc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ttggaattct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aacaagcttg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attctaaggt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tagtggtaat</w:t>
      </w:r>
      <w:proofErr w:type="spellEnd"/>
    </w:p>
    <w:p w14:paraId="47F4119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tataattacc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tgtatagatt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gtttaggaag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tctaatctca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aaccttttga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gagagatatt</w:t>
      </w:r>
      <w:proofErr w:type="spellEnd"/>
    </w:p>
    <w:p w14:paraId="7952AF9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tcaactgaaa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tctatcaggc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cggtaacaaa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ccttgtaatg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gtgttgcagg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ttttaattgt</w:t>
      </w:r>
      <w:proofErr w:type="spellEnd"/>
    </w:p>
    <w:p w14:paraId="7427C0F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tactttcctt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tacgatcata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tagtttccga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cccacttatg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gtgttggtca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ccaaccatac</w:t>
      </w:r>
      <w:proofErr w:type="spellEnd"/>
    </w:p>
    <w:p w14:paraId="3423E1D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agagtagtag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tactttcttt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tgaacttcta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catgcaccag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caactgtttg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tggacctaaa</w:t>
      </w:r>
      <w:proofErr w:type="spellEnd"/>
    </w:p>
    <w:p w14:paraId="5F9C8C1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aagtctacta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atttggttaa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aaacaaatgt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gtcaatttca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acttcaatgg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tttaaaaggc</w:t>
      </w:r>
      <w:proofErr w:type="spellEnd"/>
    </w:p>
    <w:p w14:paraId="13B6252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acaggtgttc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ttactgagtc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taacaaaaag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tttctgcctt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tccaacaatt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tggcagagac</w:t>
      </w:r>
      <w:proofErr w:type="spellEnd"/>
    </w:p>
    <w:p w14:paraId="4DBCB6E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attgctgaca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ctactgatgc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tgtccgtgat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ccacagacac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ttgagattct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tgacattaca</w:t>
      </w:r>
      <w:proofErr w:type="spellEnd"/>
    </w:p>
    <w:p w14:paraId="5BC2161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ccatgttctt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ttggtggtgt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cagtgttata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acaccaggaa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caaatacttc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taaccaggtt</w:t>
      </w:r>
      <w:proofErr w:type="spellEnd"/>
    </w:p>
    <w:p w14:paraId="3FD7079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gctgttcttt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atcagggtgt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taactgcaca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gaagtccctg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ttgctattca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tgcagatcaa</w:t>
      </w:r>
      <w:proofErr w:type="spellEnd"/>
    </w:p>
    <w:p w14:paraId="374BEAE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cttactccta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cttggcgtgt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ttattctaca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ggttctaatg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tttttcaaac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acgtgcaggc</w:t>
      </w:r>
      <w:proofErr w:type="spellEnd"/>
    </w:p>
    <w:p w14:paraId="767F63B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tgtttaatag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gggctgaata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tgtcaacaac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tcatatgagt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gtgacatacc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cattggtgca</w:t>
      </w:r>
      <w:proofErr w:type="spellEnd"/>
    </w:p>
    <w:p w14:paraId="1021BF2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ggtatatgcg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ctagttatca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gactcagact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aagtctcatc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ggcgggcacg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tagtgtagct</w:t>
      </w:r>
      <w:proofErr w:type="spellEnd"/>
    </w:p>
    <w:p w14:paraId="79AFC45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agtcaatcca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tcattgccta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cactatgtca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cttggtgcag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aaaattcagt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tgcttactct</w:t>
      </w:r>
      <w:proofErr w:type="spellEnd"/>
    </w:p>
    <w:p w14:paraId="670C10C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aataactcta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ttgccatacc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cacaaatttt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actattagtg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ttaccacaga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aattctacca</w:t>
      </w:r>
      <w:proofErr w:type="spellEnd"/>
    </w:p>
    <w:p w14:paraId="54EC6DB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gtgtctatga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ccaagacatc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agtagattgt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acaatgtaca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tttgtggtga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ttcaactgaa</w:t>
      </w:r>
      <w:proofErr w:type="spellEnd"/>
    </w:p>
    <w:p w14:paraId="0D3B0ED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tgcagcaatc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ttttgttgca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atatggcagt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ttttgtacac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aattaaaccg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tgctttaact</w:t>
      </w:r>
      <w:proofErr w:type="spellEnd"/>
    </w:p>
    <w:p w14:paraId="2DB5B29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ggaatagctg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ttgaacaaga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caaaaacacc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caagaagttt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ttgcacaagt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caaacaaatt</w:t>
      </w:r>
      <w:proofErr w:type="spellEnd"/>
    </w:p>
    <w:p w14:paraId="2E90115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tacaaaacac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caccaattaa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atattttggt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ggttttaatt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tttcacaaat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attaccagat</w:t>
      </w:r>
      <w:proofErr w:type="spellEnd"/>
    </w:p>
    <w:p w14:paraId="67F5CD9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ccatcaaaac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caagcaagag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gtcatttatt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gaagatctac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ttttcaacaa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agtgacactt</w:t>
      </w:r>
      <w:proofErr w:type="spellEnd"/>
    </w:p>
    <w:p w14:paraId="5BDDAA7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gcttcatcaa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acaatatggt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gattgccttg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gtgatattgc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tgctagagac</w:t>
      </w:r>
      <w:proofErr w:type="spellEnd"/>
    </w:p>
    <w:p w14:paraId="61E0A9E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ctcatttgtg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cacaaaagtt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taaaggcctt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actgttttgc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cacctttgct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cacagatgaa</w:t>
      </w:r>
      <w:proofErr w:type="spellEnd"/>
    </w:p>
    <w:p w14:paraId="02E328F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atgattgctc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aatacacttc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tgcactgtta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gcgggtacaa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tcacttctgg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ttggaccttt</w:t>
      </w:r>
      <w:proofErr w:type="spellEnd"/>
    </w:p>
    <w:p w14:paraId="5FA72C9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ggtgcaggtg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ctgcattaca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aataccattt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gctatgcaaa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tggcttatag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gtttaatggt</w:t>
      </w:r>
      <w:proofErr w:type="spellEnd"/>
    </w:p>
    <w:p w14:paraId="2B67C60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attggagtta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cacagaatgt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tctctatgag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aaccaaaaat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tgattgccaa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ccaatttaat</w:t>
      </w:r>
      <w:proofErr w:type="spellEnd"/>
    </w:p>
    <w:p w14:paraId="4723D09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agtgctattg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gcaaaattca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agactcactt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tcttccacag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caagtgcact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tggaaaactt</w:t>
      </w:r>
      <w:proofErr w:type="spellEnd"/>
    </w:p>
    <w:p w14:paraId="4406A5A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caagatgtgg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tcaaccataa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tgcacaagct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ttaaacacgc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ttgttaaaca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acttagctcc</w:t>
      </w:r>
      <w:proofErr w:type="spellEnd"/>
    </w:p>
    <w:p w14:paraId="4E0D94E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aaatttggtg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caatttcaag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tgttttaaat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gatatctttt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cacgtcttga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caaagttgag</w:t>
      </w:r>
      <w:proofErr w:type="spellEnd"/>
    </w:p>
    <w:p w14:paraId="7A15C28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gctgaagtgc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aaattgatag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gttgatcaca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ggcagacttc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aaagtttgca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gacatatgtg</w:t>
      </w:r>
      <w:proofErr w:type="spellEnd"/>
    </w:p>
    <w:p w14:paraId="2FD4646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actcaacaat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taattagagc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tgcagaaatc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agagcttctg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ctaatcttgc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tgctactaaa</w:t>
      </w:r>
      <w:proofErr w:type="spellEnd"/>
    </w:p>
    <w:p w14:paraId="021C6F1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atgtcagagt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gtgtacttgg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acaatcaaaa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agagttgatt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tttgtggaaa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gggctatcat</w:t>
      </w:r>
      <w:proofErr w:type="spellEnd"/>
    </w:p>
    <w:p w14:paraId="17DF0E5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cttatgtcct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tccctcagtc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agcacctcat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ggtgtagtct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tcttgcatgt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gacttatgtc</w:t>
      </w:r>
      <w:proofErr w:type="spellEnd"/>
    </w:p>
    <w:p w14:paraId="6334F30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cctgcacaag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aaaagaactt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cacaactgct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cctgccattt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gtcatgatgg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aaaagcacac</w:t>
      </w:r>
      <w:proofErr w:type="spellEnd"/>
    </w:p>
    <w:p w14:paraId="015CF7F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tttcctcgtg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aaggtgtctt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tgtttcaaat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ggcacacact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ggtttgtaac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acaaaggaat</w:t>
      </w:r>
      <w:proofErr w:type="spellEnd"/>
    </w:p>
    <w:p w14:paraId="66A27C9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ttttatgaac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cacaaatcat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tactacagac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aacacatttg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tgtctggtaa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ctgtgatgtt</w:t>
      </w:r>
      <w:proofErr w:type="spellEnd"/>
    </w:p>
    <w:p w14:paraId="0292012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gtaataggaa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ttgtcaacaa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cacagtttat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gatcctttgc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aacctgaatt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agattcattc</w:t>
      </w:r>
      <w:proofErr w:type="spellEnd"/>
    </w:p>
    <w:p w14:paraId="3643DE4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aaggaggagt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tagataaata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ttttaagaat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catacatcac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cagatgttga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tttaggtgac</w:t>
      </w:r>
      <w:proofErr w:type="spellEnd"/>
    </w:p>
    <w:p w14:paraId="64B26BA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atctctggca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ttaatgcttc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agttgtaaac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attcaaaaag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aaattgaccg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cctcaatgag</w:t>
      </w:r>
      <w:proofErr w:type="spellEnd"/>
    </w:p>
    <w:p w14:paraId="2BDA040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gttgccaaga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atttaaatga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atctctcatc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gatctccaag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aacttggaaa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gtatgagcag</w:t>
      </w:r>
      <w:proofErr w:type="spellEnd"/>
    </w:p>
    <w:p w14:paraId="65D91FC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tatataaaat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ggccatggta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catttggcta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ggttttatag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ctggcttgat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tgccatagta</w:t>
      </w:r>
      <w:proofErr w:type="spellEnd"/>
    </w:p>
    <w:p w14:paraId="55A5586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atggtgacaa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ttatgctttg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ctgtatgacc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agttgctgta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gttgtctcaa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gggctgttgt</w:t>
      </w:r>
      <w:proofErr w:type="spellEnd"/>
    </w:p>
    <w:p w14:paraId="433D675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tcttgtggat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cctgctgcaa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atttgatgaa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gacgactctg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agccagtgct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caaaggagtc</w:t>
      </w:r>
      <w:proofErr w:type="spellEnd"/>
    </w:p>
    <w:p w14:paraId="25B190F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aaattacatt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acacataaac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gaacttatgg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atttgtttat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gagaatcttc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acaattggaa</w:t>
      </w:r>
      <w:proofErr w:type="spellEnd"/>
    </w:p>
    <w:p w14:paraId="2812A42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ctgtaacttt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gaagcaaggt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gaaatcaagg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atgctactcc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ttcagatttt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gttcgcgcta</w:t>
      </w:r>
      <w:proofErr w:type="spellEnd"/>
    </w:p>
    <w:p w14:paraId="6E3038E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ctgcaacgat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accgatacaa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gcctcactcc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ctttcggatg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gcttattgtt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ggcgttgcac</w:t>
      </w:r>
      <w:proofErr w:type="spellEnd"/>
    </w:p>
    <w:p w14:paraId="4B03830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ttcttgctgt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ttttcagagc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gcttccaaaa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tcataactct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caaaaagaga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tggcaactag</w:t>
      </w:r>
      <w:proofErr w:type="spellEnd"/>
    </w:p>
    <w:p w14:paraId="60C69BA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cactctccaa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gggtgttcac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tttgtttgca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acttgctgtt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gttgtttgta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acagtttact</w:t>
      </w:r>
      <w:proofErr w:type="spellEnd"/>
    </w:p>
    <w:p w14:paraId="3E4E360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cacacctttt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gctcgttgct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gctggccttg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aagccccttt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tctctatctt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tatgctttag</w:t>
      </w:r>
      <w:proofErr w:type="spellEnd"/>
    </w:p>
    <w:p w14:paraId="597B74A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tctacttctt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gcagagtata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aactttgtaa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gaataataat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gaggctttgg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ctttgctgga</w:t>
      </w:r>
      <w:proofErr w:type="spellEnd"/>
    </w:p>
    <w:p w14:paraId="7036D06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aatgccgttc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caaaaaccca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ttactttatg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atgccaacta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ttttctttgc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tggcatacta</w:t>
      </w:r>
      <w:proofErr w:type="spellEnd"/>
    </w:p>
    <w:p w14:paraId="01E6FAC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attgttacga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ctattgtata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ccttacaata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gtgtaacttc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ttcaattgtc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attacttcag</w:t>
      </w:r>
      <w:proofErr w:type="spellEnd"/>
    </w:p>
    <w:p w14:paraId="152F970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gtgatggcac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aacaagtcct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atttctgaac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atgactacca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gattggtggt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tatactgaaa</w:t>
      </w:r>
      <w:proofErr w:type="spellEnd"/>
    </w:p>
    <w:p w14:paraId="5DC1051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aatgggaatc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tggagtaaaa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gactgtgttg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tattacacag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ttacttcact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</w:p>
    <w:p w14:paraId="50ED1A4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accagctgta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ctcaactcaa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ttgagtacag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acactggtgt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tgaacatgtt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accttcttca</w:t>
      </w:r>
      <w:proofErr w:type="spellEnd"/>
    </w:p>
    <w:p w14:paraId="3315BDE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tctacaataa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aattgttgat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gagcctgaag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aacatgtcca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aattcacaca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atcgacggtt</w:t>
      </w:r>
      <w:proofErr w:type="spellEnd"/>
    </w:p>
    <w:p w14:paraId="6422416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catccggagt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tgttaatcca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gtaatggaac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caatttatga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tgaaccgacg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acgactacta</w:t>
      </w:r>
      <w:proofErr w:type="spellEnd"/>
    </w:p>
    <w:p w14:paraId="1133A5A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gcgtgccttt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gtaagcacaa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gctgatgagt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acgaacttat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gtactcattc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gtttcggaag</w:t>
      </w:r>
      <w:proofErr w:type="spellEnd"/>
    </w:p>
    <w:p w14:paraId="0567732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agataggtac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gttaatagtt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aatagcgtac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ttctttttct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tgctttcgtg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gtattcttgc</w:t>
      </w:r>
      <w:proofErr w:type="spellEnd"/>
    </w:p>
    <w:p w14:paraId="6CB882F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tagttacact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agccatcctt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actgcgcttc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gattgtgtgc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gtactgctgc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aatattgtta</w:t>
      </w:r>
      <w:proofErr w:type="spellEnd"/>
    </w:p>
    <w:p w14:paraId="7D843C1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acgtgagtct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tgtaaaacct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tctttttacg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tttactctcg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tgttaaaaat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ctgaattctt</w:t>
      </w:r>
      <w:proofErr w:type="spellEnd"/>
    </w:p>
    <w:p w14:paraId="5502A8A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ctagagttcc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tgatcttctg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gtctaaacga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actaaatatt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atattagttt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ttctgtttgg</w:t>
      </w:r>
      <w:proofErr w:type="spellEnd"/>
    </w:p>
    <w:p w14:paraId="620D0E9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aactttaatt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ttagccatgg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caggttccaa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cggtactatt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accgttgaag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agcttaaaaa</w:t>
      </w:r>
      <w:proofErr w:type="spellEnd"/>
    </w:p>
    <w:p w14:paraId="29F4D33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gctccttgaa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gaatggaacc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tagtaatagg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tttcctattc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cttacatgga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tttgtcttct</w:t>
      </w:r>
      <w:proofErr w:type="spellEnd"/>
    </w:p>
    <w:p w14:paraId="3057356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acaatttgcc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tatgccaaca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ggaataggtt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tttgtatata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attaagttaa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ttttcctctg</w:t>
      </w:r>
      <w:proofErr w:type="spellEnd"/>
    </w:p>
    <w:p w14:paraId="1CA87D2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gctgttatgg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ccagtaactt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taacttgttt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tgtgcttgct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gctgtttaca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gaataaattg</w:t>
      </w:r>
      <w:proofErr w:type="spellEnd"/>
    </w:p>
    <w:p w14:paraId="06D5CE4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gatcaccggt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ggaattgcta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tcgcaatggc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ttgtcttgta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ggcttgatgt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ggctcagcta</w:t>
      </w:r>
      <w:proofErr w:type="spellEnd"/>
    </w:p>
    <w:p w14:paraId="535771D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cttcattgct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tctttcagac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tgtttgcgcg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tacgcgttcc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atgtggtcat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tcaatccaga</w:t>
      </w:r>
      <w:proofErr w:type="spellEnd"/>
    </w:p>
    <w:p w14:paraId="5CB6AB6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aactaacatt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cttctcaacg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tgccactcca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tggcactatt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ctgaccagac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cgcttctaga</w:t>
      </w:r>
      <w:proofErr w:type="spellEnd"/>
    </w:p>
    <w:p w14:paraId="66DA830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aagtgaactc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gtaatcggag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ctgtgatcct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tcgtggacat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cttcgtattg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ctggacacca</w:t>
      </w:r>
      <w:proofErr w:type="spellEnd"/>
    </w:p>
    <w:p w14:paraId="67E0AF7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tctaggacgc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tgtgacatca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aggacctgcc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taaagaaatc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actgttgcta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catcacgaac</w:t>
      </w:r>
      <w:proofErr w:type="spellEnd"/>
    </w:p>
    <w:p w14:paraId="31B8CDA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gctttcttat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tacaaattgg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gagcttcgca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gcgtgtagca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ggtgactcag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gttttgctgc</w:t>
      </w:r>
      <w:proofErr w:type="spellEnd"/>
    </w:p>
    <w:p w14:paraId="19B6AD4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atacagtcgc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tacaggattg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gcaactataa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attaaacaca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gaccattcca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gtagcagtga</w:t>
      </w:r>
      <w:proofErr w:type="spellEnd"/>
    </w:p>
    <w:p w14:paraId="1022515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caatattgct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ttgcttgtac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agtaagtgac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aacagatgtt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tcatctcgtt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gactttcagg</w:t>
      </w:r>
      <w:proofErr w:type="spellEnd"/>
    </w:p>
    <w:p w14:paraId="0F963FB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ttactatagc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agagatatta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ctaattatta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tgcggacttt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taaagtttcc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atttggaatc</w:t>
      </w:r>
      <w:proofErr w:type="spellEnd"/>
    </w:p>
    <w:p w14:paraId="1216CDD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ttgattacat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cataaacctc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ataattaaaa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atttatctaa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gtcactaact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gagaataaat</w:t>
      </w:r>
      <w:proofErr w:type="spellEnd"/>
    </w:p>
    <w:p w14:paraId="0FE33E5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attctcaatt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agatgaagag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caaccaatgg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agattgatta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aaaattattc</w:t>
      </w:r>
      <w:proofErr w:type="spellEnd"/>
    </w:p>
    <w:p w14:paraId="1BDC7BC2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ttttcttggc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actgataaca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ctcgctactt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gtgagcttta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tcactaccaa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gagtgtgtta</w:t>
      </w:r>
      <w:proofErr w:type="spellEnd"/>
    </w:p>
    <w:p w14:paraId="7484929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gaggtacaac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agtactttta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aaagaacctt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gctcttctgg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aacatacgag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ggcaattcac</w:t>
      </w:r>
      <w:proofErr w:type="spellEnd"/>
    </w:p>
    <w:p w14:paraId="1CF9D31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catttcatcc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tctagctgat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aacaaatttg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cactgacttg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ctttagcact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caatttgctt</w:t>
      </w:r>
      <w:proofErr w:type="spellEnd"/>
    </w:p>
    <w:p w14:paraId="3724514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ttgcttgtcc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tgacggcgta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aaacacgtct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atcagttacg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tgccagatca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gtttcaccta</w:t>
      </w:r>
      <w:proofErr w:type="spellEnd"/>
    </w:p>
    <w:p w14:paraId="074FF46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aactgttcat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cagacaagag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gaagttcaag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aactttactc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tccaattttt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cttattgttg</w:t>
      </w:r>
      <w:proofErr w:type="spellEnd"/>
    </w:p>
    <w:p w14:paraId="215FEFC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cggcaatagt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gtttataaca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ctttgcttca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cactcaaaag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aaagacagaa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tgattgaact</w:t>
      </w:r>
      <w:proofErr w:type="spellEnd"/>
    </w:p>
    <w:p w14:paraId="787F8A4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ttcattaatt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gacttctatt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tgtgcttttt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agcctttctg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ttattccttg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ttttaattat</w:t>
      </w:r>
      <w:proofErr w:type="spellEnd"/>
    </w:p>
    <w:p w14:paraId="4FE79FF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gcttattatc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ttttggttct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cacttgaact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gcaagatcat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aatgaaactt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gtcacgccta</w:t>
      </w:r>
      <w:proofErr w:type="spellEnd"/>
    </w:p>
    <w:p w14:paraId="03F114D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aaatttcttg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ttttcttagg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aatcatcaca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actgtagctg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catttcacca</w:t>
      </w:r>
      <w:proofErr w:type="spellEnd"/>
    </w:p>
    <w:p w14:paraId="52BA09FF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agaatgtagt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ttacagtcat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gtactcaaca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tcaaccatat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gtagttgatg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acccgtgtcc</w:t>
      </w:r>
      <w:proofErr w:type="spellEnd"/>
    </w:p>
    <w:p w14:paraId="461E5FD1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tattcacttc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tattctaaat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ggtatattag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agtaggagct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agaaaatcag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cacctttaat</w:t>
      </w:r>
      <w:proofErr w:type="spellEnd"/>
    </w:p>
    <w:p w14:paraId="164EA92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tgaattgtgc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gtggatgagg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ctggttctaa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atcacccatt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cagtacatcg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atatcggtaa</w:t>
      </w:r>
      <w:proofErr w:type="spellEnd"/>
    </w:p>
    <w:p w14:paraId="62BBD09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ttatacagtt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tcctgtttac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cttttacaat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taattgccag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gaacctaaat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tgggtagtct</w:t>
      </w:r>
      <w:proofErr w:type="spellEnd"/>
    </w:p>
    <w:p w14:paraId="5A3D72F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tgtagtgcgt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tgttcgttct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atgaagactt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tttagagtat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catgacgttc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gtgttgtttt</w:t>
      </w:r>
      <w:proofErr w:type="spellEnd"/>
    </w:p>
    <w:p w14:paraId="0270463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agatttcatc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aacttaaatg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tctgataatg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gaccccaaaa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tcagcgaaat</w:t>
      </w:r>
      <w:proofErr w:type="spellEnd"/>
    </w:p>
    <w:p w14:paraId="2842C00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gcactccgca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ttacgtttgg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tggaccctca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gattcaactg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gcagtaacca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gaatggtggg</w:t>
      </w:r>
      <w:proofErr w:type="spellEnd"/>
    </w:p>
    <w:p w14:paraId="23CE167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gcgcgatcaa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aacaacgtcg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gccccaaggt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ttacccaata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atactgcgtc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ttggttcacc</w:t>
      </w:r>
      <w:proofErr w:type="spellEnd"/>
    </w:p>
    <w:p w14:paraId="344124C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gctctcactc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aacatggcaa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ggaagacctt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aaattctctc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gaggacaagg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cgttccaatt</w:t>
      </w:r>
      <w:proofErr w:type="spellEnd"/>
    </w:p>
    <w:p w14:paraId="422DCE8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aacaccaata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gcagtccaga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tgaccaaatt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ggctactacc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gaagagctac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cagacgaatt</w:t>
      </w:r>
      <w:proofErr w:type="spellEnd"/>
    </w:p>
    <w:p w14:paraId="7259B749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cgtggtggtg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acggtaaaat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gaaagatctc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agtccaagat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ggtatttcta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ctacctagga</w:t>
      </w:r>
      <w:proofErr w:type="spellEnd"/>
    </w:p>
    <w:p w14:paraId="76D950F8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actgggccag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aagctggact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tccctatggt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gctaacaaag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acggcatcat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atgggttgca</w:t>
      </w:r>
      <w:proofErr w:type="spellEnd"/>
    </w:p>
    <w:p w14:paraId="0A04383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actgagggag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ccttgaatac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accaaaagat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cacattggca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cccgcaatcc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tgctaacaat</w:t>
      </w:r>
      <w:proofErr w:type="spellEnd"/>
    </w:p>
    <w:p w14:paraId="5EECCAF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gctgcaatcg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tgctacaact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tcctcaagga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acaacattgc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caaaaggctt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ctacgcagaa</w:t>
      </w:r>
      <w:proofErr w:type="spellEnd"/>
    </w:p>
    <w:p w14:paraId="3D33B97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gggagcagag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gcggcagtca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agcctcttct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cgttcctcat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cacgtagtcg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caacagttca</w:t>
      </w:r>
      <w:proofErr w:type="spellEnd"/>
    </w:p>
    <w:p w14:paraId="045F634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agaaattcaa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ctccaggcag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cagtaaacga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acttctcctg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ctagaatggc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tggcaatggc</w:t>
      </w:r>
      <w:proofErr w:type="spellEnd"/>
    </w:p>
    <w:p w14:paraId="5A713C9D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ggtgatgctg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ctcttgcttt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gctgctgctt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gacagattga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accagcttga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gagcaaaatg</w:t>
      </w:r>
      <w:proofErr w:type="spellEnd"/>
    </w:p>
    <w:p w14:paraId="452F435A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tctggtaaag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gccaacaaca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acaaggccaa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actgtcacta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agaaatctgc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tgctgaggct</w:t>
      </w:r>
      <w:proofErr w:type="spellEnd"/>
    </w:p>
    <w:p w14:paraId="4137B84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tctaagaagc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ctcggcaaaa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acgtactgcc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actaaagcat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acaatgtaac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acaagctttc</w:t>
      </w:r>
      <w:proofErr w:type="spellEnd"/>
    </w:p>
    <w:p w14:paraId="11A43FF3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ggcagacgtg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gtccagaaca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aacccaagga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aattttgggg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accaggaact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aatcagacaa</w:t>
      </w:r>
      <w:proofErr w:type="spellEnd"/>
    </w:p>
    <w:p w14:paraId="653618C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ggaactgatt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acaaacattg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gccgcaaatt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gcacaatttg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cccccagcgc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ttcagcgttc</w:t>
      </w:r>
      <w:proofErr w:type="spellEnd"/>
    </w:p>
    <w:p w14:paraId="6762744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ttcggaatgt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cgcgcattgg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catggaagtc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acaccttcgg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gaacgtggtt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gacctacaca</w:t>
      </w:r>
      <w:proofErr w:type="spellEnd"/>
    </w:p>
    <w:p w14:paraId="47136850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ggtgccatca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aattggatga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caaagatcca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aatttcaaag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atcaagtcat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tttgctgaat</w:t>
      </w:r>
      <w:proofErr w:type="spellEnd"/>
    </w:p>
    <w:p w14:paraId="4E95987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aagcatattg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acgcatacaa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aacattccca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ccaacagagc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ctaaaaagga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caaaaagaag</w:t>
      </w:r>
      <w:proofErr w:type="spellEnd"/>
    </w:p>
    <w:p w14:paraId="5C06A0B6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aaggctgatg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aaactcaagc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cttaccgcag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agacagaaga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aacagcaaac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tgtgactctt</w:t>
      </w:r>
      <w:proofErr w:type="spellEnd"/>
    </w:p>
    <w:p w14:paraId="055048A7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cttcctgctg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cagatttgga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tgatttctcc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aaacaattgc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aacaatccat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gagcagtgct</w:t>
      </w:r>
      <w:proofErr w:type="spellEnd"/>
    </w:p>
    <w:p w14:paraId="73FFDCA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gactcaactc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aggcctaaac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tcatgcagac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cacacaaggc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agatgggcta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tataaacgtt</w:t>
      </w:r>
      <w:proofErr w:type="spellEnd"/>
    </w:p>
    <w:p w14:paraId="39C1A08E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ttcgcttttc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cgtttacgat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atatagtcta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ctcttgtgca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gaatgaattc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tcgtaactac</w:t>
      </w:r>
      <w:proofErr w:type="spellEnd"/>
    </w:p>
    <w:p w14:paraId="54393AF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atagcacaag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tagatgtagt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taactttaat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ctcacatagc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aatctttaat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cagtgtgtaa</w:t>
      </w:r>
      <w:proofErr w:type="spellEnd"/>
    </w:p>
    <w:p w14:paraId="32988F65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cattagggag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gacttgaaag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agccaccaca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ttttcaccga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ggccacgcgg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agtacgatcg</w:t>
      </w:r>
      <w:proofErr w:type="spellEnd"/>
    </w:p>
    <w:p w14:paraId="21C1D1DC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agtgtacagt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gaacaatgct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agggagagct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gcctatatgg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aagagcccta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atgtgtaaaa</w:t>
      </w:r>
      <w:proofErr w:type="spellEnd"/>
    </w:p>
    <w:p w14:paraId="239CB94B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ttaattttag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tagtgctatc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cccatgtgat</w:t>
      </w:r>
      <w:proofErr w:type="spellEnd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ttta</w:t>
      </w:r>
      <w:proofErr w:type="spellEnd"/>
    </w:p>
    <w:p w14:paraId="4E7D39F4" w14:textId="77777777" w:rsidR="00C76A12" w:rsidRPr="00C76A12" w:rsidRDefault="00C76A12" w:rsidP="00C76A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76A1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2C2EBA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A1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0B81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6F4B9F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76A12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83A249"/>
  <w15:chartTrackingRefBased/>
  <w15:docId w15:val="{91896B27-567D-E341-A2C5-6527EB32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26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44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9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3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6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10917</Words>
  <Characters>62232</Characters>
  <Application>Microsoft Office Word</Application>
  <DocSecurity>0</DocSecurity>
  <Lines>518</Lines>
  <Paragraphs>146</Paragraphs>
  <ScaleCrop>false</ScaleCrop>
  <Company/>
  <LinksUpToDate>false</LinksUpToDate>
  <CharactersWithSpaces>73003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2023-01-30T02:56:00Z</dcterms:created>
  <dcterms:modified xsi:type="dcterms:W3CDTF">2023-01-30T02:58:00Z</dcterms:modified>
</cp:coreProperties>
</file>